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046BF5" w14:textId="62F10DF0" w:rsidR="00F74EB1" w:rsidRPr="00FB7947" w:rsidRDefault="00F74EB1" w:rsidP="00FB7947">
      <w:pPr>
        <w:pStyle w:val="nadpissekce"/>
      </w:pPr>
      <w:r w:rsidRPr="00FB7947">
        <w:t>Návod</w:t>
      </w:r>
      <w:r w:rsidR="00011A38">
        <w:t xml:space="preserve"> k </w:t>
      </w:r>
      <w:r w:rsidR="00EC2CAD">
        <w:t xml:space="preserve">základní </w:t>
      </w:r>
      <w:r w:rsidRPr="00FB7947">
        <w:t>instalaci</w:t>
      </w:r>
      <w:r w:rsidR="00011A38">
        <w:t xml:space="preserve"> a </w:t>
      </w:r>
      <w:r w:rsidRPr="00FB7947">
        <w:t xml:space="preserve">konfiguraci softwaru </w:t>
      </w:r>
      <w:r w:rsidR="00622F67">
        <w:t xml:space="preserve">IBM SPSS </w:t>
      </w:r>
      <w:proofErr w:type="spellStart"/>
      <w:r w:rsidR="00622F67">
        <w:t>Statistics</w:t>
      </w:r>
      <w:proofErr w:type="spellEnd"/>
    </w:p>
    <w:p w14:paraId="462DA56B" w14:textId="165CE981" w:rsidR="00BA532E" w:rsidRDefault="00BA532E" w:rsidP="00BA532E">
      <w:pPr>
        <w:pStyle w:val="seznamcislovaniodrazky"/>
      </w:pPr>
      <w:r>
        <w:t>Otevřete stránku</w:t>
      </w:r>
      <w:bookmarkStart w:id="0" w:name="_Hlk133568994"/>
      <w:r w:rsidR="00CF146A">
        <w:t xml:space="preserve"> </w:t>
      </w:r>
      <w:hyperlink r:id="rId11" w:history="1">
        <w:r w:rsidRPr="007C3A5E">
          <w:rPr>
            <w:rStyle w:val="Hypertextovodkaz"/>
          </w:rPr>
          <w:t>https://acreacr.sharepoint.com/:f:/s/Download/EtScfk8viWZPujMEr_dFnvwBsGQTbK2AmLzAgaL7tOnIgQ?e=vMYUV7</w:t>
        </w:r>
      </w:hyperlink>
    </w:p>
    <w:bookmarkEnd w:id="0"/>
    <w:p w14:paraId="602FC22D" w14:textId="77777777" w:rsidR="00BA532E" w:rsidRDefault="00BA532E" w:rsidP="00BA532E">
      <w:pPr>
        <w:pStyle w:val="seznamcislovaniodrazky"/>
      </w:pPr>
      <w:r>
        <w:t>Procházejte virtuální adresářovou strukturou a vyhledejte vhodný instalátor.</w:t>
      </w:r>
    </w:p>
    <w:p w14:paraId="23391D0E" w14:textId="5ED0985C" w:rsidR="00BA532E" w:rsidRPr="00321343" w:rsidRDefault="006C11F9" w:rsidP="00BA532E">
      <w:pPr>
        <w:pStyle w:val="Odstavecseseznamem"/>
        <w:numPr>
          <w:ilvl w:val="1"/>
          <w:numId w:val="31"/>
        </w:numPr>
      </w:pPr>
      <w:r>
        <w:t>Statistický</w:t>
      </w:r>
      <w:r w:rsidR="00BA532E">
        <w:t xml:space="preserve"> nástroj </w:t>
      </w:r>
      <w:proofErr w:type="spellStart"/>
      <w:r>
        <w:t>Statistics</w:t>
      </w:r>
      <w:proofErr w:type="spellEnd"/>
      <w:r w:rsidR="00BA532E">
        <w:t xml:space="preserve"> najdete ve složce</w:t>
      </w:r>
      <w:r w:rsidR="00BA532E" w:rsidRPr="00AC248A">
        <w:rPr>
          <w:b/>
          <w:bCs/>
          <w:i/>
          <w:iCs/>
        </w:rPr>
        <w:t xml:space="preserve"> </w:t>
      </w:r>
      <w:r w:rsidR="00384483">
        <w:rPr>
          <w:b/>
          <w:bCs/>
          <w:i/>
          <w:iCs/>
        </w:rPr>
        <w:t>IBM/STATISTICS/29.0.2</w:t>
      </w:r>
    </w:p>
    <w:p w14:paraId="286F055E" w14:textId="1F33C85E" w:rsidR="00BA532E" w:rsidRDefault="00BA532E" w:rsidP="00D54189">
      <w:pPr>
        <w:pStyle w:val="Odstavecseseznamem"/>
        <w:numPr>
          <w:ilvl w:val="1"/>
          <w:numId w:val="31"/>
        </w:numPr>
      </w:pPr>
      <w:r>
        <w:t xml:space="preserve">Vyberte </w:t>
      </w:r>
      <w:r w:rsidR="0067569F" w:rsidRPr="0067569F">
        <w:rPr>
          <w:b/>
          <w:bCs/>
          <w:i/>
          <w:iCs/>
        </w:rPr>
        <w:t>SPSSStatistics_2</w:t>
      </w:r>
      <w:r w:rsidR="00CF72D3">
        <w:rPr>
          <w:b/>
          <w:bCs/>
          <w:i/>
          <w:iCs/>
        </w:rPr>
        <w:t>9</w:t>
      </w:r>
      <w:r w:rsidR="0067569F" w:rsidRPr="0067569F">
        <w:rPr>
          <w:b/>
          <w:bCs/>
          <w:i/>
          <w:iCs/>
        </w:rPr>
        <w:t>.0.</w:t>
      </w:r>
      <w:r w:rsidR="00CF72D3">
        <w:rPr>
          <w:b/>
          <w:bCs/>
          <w:i/>
          <w:iCs/>
        </w:rPr>
        <w:t>2</w:t>
      </w:r>
      <w:r w:rsidR="0067569F" w:rsidRPr="0067569F">
        <w:rPr>
          <w:b/>
          <w:bCs/>
          <w:i/>
          <w:iCs/>
        </w:rPr>
        <w:t>_Windows</w:t>
      </w:r>
      <w:r w:rsidR="00E86DF2">
        <w:rPr>
          <w:b/>
          <w:bCs/>
          <w:i/>
          <w:iCs/>
        </w:rPr>
        <w:t>.exe</w:t>
      </w:r>
      <w:r>
        <w:t xml:space="preserve"> a pravým tlačítkem myši vyberte volbu Stáhnout/</w:t>
      </w:r>
      <w:proofErr w:type="spellStart"/>
      <w:r>
        <w:t>Download</w:t>
      </w:r>
      <w:proofErr w:type="spellEnd"/>
      <w:r>
        <w:t>.</w:t>
      </w:r>
    </w:p>
    <w:p w14:paraId="7BA5E827" w14:textId="3B7286A4" w:rsidR="00167C3D" w:rsidRDefault="00167C3D" w:rsidP="00167C3D">
      <w:pPr>
        <w:pStyle w:val="seznamcislovaniodrazky"/>
      </w:pPr>
      <w:r>
        <w:t>Instalace</w:t>
      </w:r>
      <w:r w:rsidR="00D872C4">
        <w:t xml:space="preserve"> </w:t>
      </w:r>
      <w:r w:rsidR="00E220C6">
        <w:t xml:space="preserve">(pro Windows) </w:t>
      </w:r>
      <w:r w:rsidR="00D872C4">
        <w:t xml:space="preserve">– </w:t>
      </w:r>
      <w:r>
        <w:t xml:space="preserve">vše je </w:t>
      </w:r>
      <w:r w:rsidR="00B97E45">
        <w:t>vhodné</w:t>
      </w:r>
      <w:r>
        <w:t xml:space="preserve"> instalovat jako administrátor</w:t>
      </w:r>
      <w:r w:rsidR="00EB3C68">
        <w:t>,</w:t>
      </w:r>
      <w:r w:rsidR="00011A38">
        <w:t xml:space="preserve"> v </w:t>
      </w:r>
      <w:r w:rsidR="00EB3C68">
        <w:t xml:space="preserve">nabídce vyvolané pravým tlačítkem, je třeba zvolit </w:t>
      </w:r>
      <w:r w:rsidR="00EB3C68" w:rsidRPr="00D872C4">
        <w:rPr>
          <w:rStyle w:val="texttucnykurziva"/>
        </w:rPr>
        <w:t>Spustit jako správce</w:t>
      </w:r>
      <w:r w:rsidR="00EB3C68">
        <w:t xml:space="preserve"> (</w:t>
      </w:r>
      <w:r w:rsidR="00EB3C68" w:rsidRPr="00D872C4">
        <w:rPr>
          <w:rStyle w:val="texttucnykurzivaAJ"/>
        </w:rPr>
        <w:t>Run as Admin</w:t>
      </w:r>
      <w:r w:rsidR="00EB3C68">
        <w:t>)</w:t>
      </w:r>
      <w:r w:rsidR="009E7750">
        <w:t>,</w:t>
      </w:r>
      <w:r w:rsidR="00C31835">
        <w:t xml:space="preserve"> </w:t>
      </w:r>
      <w:r w:rsidR="00C31835">
        <w:br/>
      </w:r>
      <w:r w:rsidR="00C31835" w:rsidRPr="00C31835">
        <w:t>v případě instalace</w:t>
      </w:r>
      <w:r w:rsidR="00011A38">
        <w:t xml:space="preserve"> na </w:t>
      </w:r>
      <w:r w:rsidR="00C31835" w:rsidRPr="00C31835">
        <w:t>jiný operační systém spusťte instalaci vybraným instalačním procesem</w:t>
      </w:r>
      <w:r w:rsidR="00011A38">
        <w:t xml:space="preserve"> a </w:t>
      </w:r>
      <w:r w:rsidR="00C31835" w:rsidRPr="00C31835">
        <w:t>postupujte podle pokynů</w:t>
      </w:r>
      <w:r w:rsidR="00011A38">
        <w:t xml:space="preserve"> na </w:t>
      </w:r>
      <w:r w:rsidR="00C31835" w:rsidRPr="00C31835">
        <w:t>obrazovce</w:t>
      </w:r>
      <w:r w:rsidR="00896F08">
        <w:t>,</w:t>
      </w:r>
    </w:p>
    <w:p w14:paraId="78653818" w14:textId="23C638B2" w:rsidR="00713283" w:rsidRDefault="00E220C6" w:rsidP="00167C3D">
      <w:pPr>
        <w:pStyle w:val="seznamcislovaniodrazky"/>
        <w:numPr>
          <w:ilvl w:val="1"/>
          <w:numId w:val="30"/>
        </w:numPr>
      </w:pPr>
      <w:r w:rsidRPr="00E220C6">
        <w:rPr>
          <w:iCs/>
        </w:rPr>
        <w:t>spusťte</w:t>
      </w:r>
      <w:r w:rsidRPr="00850090">
        <w:rPr>
          <w:rStyle w:val="textkurziva"/>
        </w:rPr>
        <w:t xml:space="preserve"> </w:t>
      </w:r>
      <w:proofErr w:type="spellStart"/>
      <w:r w:rsidRPr="00850090">
        <w:rPr>
          <w:rStyle w:val="textkurziva"/>
        </w:rPr>
        <w:t>exe</w:t>
      </w:r>
      <w:proofErr w:type="spellEnd"/>
      <w:r w:rsidRPr="00850090">
        <w:rPr>
          <w:rStyle w:val="textkurziva"/>
        </w:rPr>
        <w:t xml:space="preserve"> </w:t>
      </w:r>
      <w:r w:rsidRPr="00E220C6">
        <w:rPr>
          <w:iCs/>
        </w:rPr>
        <w:t>soubor</w:t>
      </w:r>
      <w:r w:rsidR="00713283">
        <w:t>,</w:t>
      </w:r>
    </w:p>
    <w:p w14:paraId="36771601" w14:textId="622C454F" w:rsidR="00EB3C68" w:rsidRDefault="00EB3C68" w:rsidP="00E220C6">
      <w:pPr>
        <w:pStyle w:val="seznamcislovaniodrazky"/>
        <w:numPr>
          <w:ilvl w:val="1"/>
          <w:numId w:val="30"/>
        </w:numPr>
      </w:pPr>
      <w:r>
        <w:t>instal</w:t>
      </w:r>
      <w:r w:rsidR="009E7750">
        <w:t>ujte</w:t>
      </w:r>
      <w:r>
        <w:t xml:space="preserve"> </w:t>
      </w:r>
      <w:r w:rsidRPr="009E7750">
        <w:rPr>
          <w:rStyle w:val="texttucnyAJ"/>
        </w:rPr>
        <w:t>SPSS Statistics</w:t>
      </w:r>
      <w:r w:rsidR="00011A38">
        <w:t xml:space="preserve"> s </w:t>
      </w:r>
      <w:r>
        <w:t xml:space="preserve">volbou instalace jazyka </w:t>
      </w:r>
      <w:r w:rsidRPr="009E7750">
        <w:rPr>
          <w:rStyle w:val="texttucnyAJ"/>
        </w:rPr>
        <w:t>Python</w:t>
      </w:r>
      <w:r w:rsidR="00E220C6">
        <w:t>,</w:t>
      </w:r>
    </w:p>
    <w:p w14:paraId="4309A7AF" w14:textId="0DBE8A9E" w:rsidR="009E7750" w:rsidRDefault="00F342FA" w:rsidP="009E7750">
      <w:pPr>
        <w:pStyle w:val="seznamcislovaniodrazky"/>
      </w:pPr>
      <w:r>
        <w:t xml:space="preserve">Licencování – </w:t>
      </w:r>
      <w:r w:rsidR="009E7750">
        <w:t xml:space="preserve">je </w:t>
      </w:r>
      <w:r w:rsidR="00E220C6">
        <w:t xml:space="preserve">nutné </w:t>
      </w:r>
      <w:r w:rsidR="009E7750">
        <w:t>mít připojení</w:t>
      </w:r>
      <w:r w:rsidR="00011A38">
        <w:t xml:space="preserve"> k </w:t>
      </w:r>
      <w:r w:rsidR="009E7750">
        <w:t>internetu,</w:t>
      </w:r>
    </w:p>
    <w:p w14:paraId="01FEA00B" w14:textId="174DB694" w:rsidR="00F342FA" w:rsidRDefault="00F342FA" w:rsidP="009E7750">
      <w:pPr>
        <w:pStyle w:val="seznamcislovaniodrazky"/>
        <w:numPr>
          <w:ilvl w:val="1"/>
          <w:numId w:val="30"/>
        </w:numPr>
        <w:rPr>
          <w:lang w:eastAsia="cs-CZ"/>
        </w:rPr>
      </w:pPr>
      <w:r>
        <w:t xml:space="preserve">jako správce </w:t>
      </w:r>
      <w:r w:rsidR="00D872C4">
        <w:t>spusťte</w:t>
      </w:r>
      <w:r>
        <w:t xml:space="preserve"> licenčního průvodce </w:t>
      </w:r>
      <w:r w:rsidRPr="004A11C6">
        <w:rPr>
          <w:rStyle w:val="texttucnyAJ"/>
        </w:rPr>
        <w:t xml:space="preserve">IBM SPSS Statistics </w:t>
      </w:r>
      <w:r w:rsidR="00627D1D">
        <w:rPr>
          <w:rStyle w:val="texttucnyAJ"/>
        </w:rPr>
        <w:t>2</w:t>
      </w:r>
      <w:r w:rsidR="00C162D3">
        <w:rPr>
          <w:rStyle w:val="texttucnyAJ"/>
        </w:rPr>
        <w:t>9</w:t>
      </w:r>
      <w:r w:rsidRPr="004A11C6">
        <w:rPr>
          <w:rStyle w:val="texttucnyAJ"/>
        </w:rPr>
        <w:t xml:space="preserve"> License Authorization Wizard</w:t>
      </w:r>
    </w:p>
    <w:p w14:paraId="011306F4" w14:textId="091E1173" w:rsidR="00F342FA" w:rsidRDefault="00D872C4" w:rsidP="00F342FA">
      <w:pPr>
        <w:pStyle w:val="seznamcislovaniodrazky"/>
        <w:numPr>
          <w:ilvl w:val="1"/>
          <w:numId w:val="30"/>
        </w:numPr>
        <w:rPr>
          <w:lang w:eastAsia="cs-CZ"/>
        </w:rPr>
      </w:pPr>
      <w:r>
        <w:t>zvolte</w:t>
      </w:r>
      <w:r w:rsidR="00F342FA">
        <w:t xml:space="preserve"> </w:t>
      </w:r>
      <w:r w:rsidR="00F342FA" w:rsidRPr="00F74EB1">
        <w:rPr>
          <w:rStyle w:val="textkurzivaAJ"/>
        </w:rPr>
        <w:t>Concurrent user license</w:t>
      </w:r>
      <w:r w:rsidR="00F342FA">
        <w:t xml:space="preserve">. </w:t>
      </w:r>
    </w:p>
    <w:p w14:paraId="663E62A6" w14:textId="70438D9C" w:rsidR="00F342FA" w:rsidRDefault="009E7750" w:rsidP="00F342FA">
      <w:pPr>
        <w:pStyle w:val="seznamcislovaniodrazky"/>
        <w:numPr>
          <w:ilvl w:val="1"/>
          <w:numId w:val="30"/>
        </w:numPr>
        <w:rPr>
          <w:lang w:eastAsia="cs-CZ"/>
        </w:rPr>
      </w:pPr>
      <w:r>
        <w:t>do </w:t>
      </w:r>
      <w:r w:rsidR="00F342FA">
        <w:t xml:space="preserve">kolonky </w:t>
      </w:r>
      <w:r w:rsidR="00F342FA" w:rsidRPr="00F74EB1">
        <w:rPr>
          <w:rStyle w:val="textkurzivaAJ"/>
        </w:rPr>
        <w:t>License Manager name or Server IP Address</w:t>
      </w:r>
      <w:r w:rsidR="00F342FA">
        <w:t xml:space="preserve"> </w:t>
      </w:r>
      <w:r w:rsidR="00FA0E26">
        <w:t xml:space="preserve">zadejte </w:t>
      </w:r>
      <w:r w:rsidR="00F342FA">
        <w:t xml:space="preserve">název: </w:t>
      </w:r>
      <w:r w:rsidR="00F342FA" w:rsidRPr="00E220C6">
        <w:rPr>
          <w:rStyle w:val="texttucnykurziva"/>
        </w:rPr>
        <w:t>sw.acrea.cz</w:t>
      </w:r>
      <w:r w:rsidR="00F342FA">
        <w:t>,</w:t>
      </w:r>
    </w:p>
    <w:p w14:paraId="13EAA458" w14:textId="1BFDEAD9" w:rsidR="00EC2CAD" w:rsidRDefault="00F342FA" w:rsidP="00F342FA">
      <w:pPr>
        <w:pStyle w:val="seznamcislovaniodrazky"/>
        <w:numPr>
          <w:ilvl w:val="2"/>
          <w:numId w:val="30"/>
        </w:numPr>
      </w:pPr>
      <w:r>
        <w:t>získání licence může trvat delší dobu (i desít</w:t>
      </w:r>
      <w:r w:rsidR="00E220C6">
        <w:t>ky</w:t>
      </w:r>
      <w:r>
        <w:t xml:space="preserve"> sekund</w:t>
      </w:r>
      <w:r w:rsidR="00E220C6">
        <w:t>.</w:t>
      </w:r>
      <w:r>
        <w:t xml:space="preserve"> Pokud licenci napoprvé nezískáte, prosím restartujte počítač</w:t>
      </w:r>
      <w:r w:rsidR="00011A38">
        <w:t xml:space="preserve"> a </w:t>
      </w:r>
      <w:r w:rsidR="004B1D6D">
        <w:t>zkuste znovu</w:t>
      </w:r>
      <w:r w:rsidR="00C31835">
        <w:t>,</w:t>
      </w:r>
    </w:p>
    <w:p w14:paraId="025B6AA0" w14:textId="44B12D61" w:rsidR="00EC2CAD" w:rsidRDefault="00EC2CAD" w:rsidP="00C31835">
      <w:pPr>
        <w:pStyle w:val="seznamcislovaniodrazky"/>
        <w:numPr>
          <w:ilvl w:val="2"/>
          <w:numId w:val="30"/>
        </w:numPr>
      </w:pPr>
      <w:r>
        <w:t>úspěšné licencování</w:t>
      </w:r>
      <w:r w:rsidR="00011A38">
        <w:t xml:space="preserve"> se </w:t>
      </w:r>
      <w:r>
        <w:t xml:space="preserve">pozná podle </w:t>
      </w:r>
      <w:r w:rsidR="00C31835">
        <w:t>stavu</w:t>
      </w:r>
      <w:r>
        <w:t xml:space="preserve"> </w:t>
      </w:r>
      <w:r w:rsidRPr="004A11C6">
        <w:rPr>
          <w:rStyle w:val="textkurzivaAJ"/>
        </w:rPr>
        <w:t>IBM SPSS Statistics Processor is ready</w:t>
      </w:r>
      <w:r w:rsidR="00011A38">
        <w:t xml:space="preserve"> v </w:t>
      </w:r>
      <w:r>
        <w:t>dolní stavové liště</w:t>
      </w:r>
      <w:r w:rsidR="00F342FA">
        <w:t>.</w:t>
      </w:r>
    </w:p>
    <w:p w14:paraId="01696584" w14:textId="77777777" w:rsidR="00F05855" w:rsidRDefault="00F05855">
      <w:pPr>
        <w:spacing w:after="0" w:line="240" w:lineRule="auto"/>
        <w:ind w:firstLine="0"/>
        <w:rPr>
          <w:b/>
          <w:i/>
          <w:sz w:val="24"/>
        </w:rPr>
      </w:pPr>
      <w:r>
        <w:br w:type="page"/>
      </w:r>
    </w:p>
    <w:sectPr w:rsidR="00F05855" w:rsidSect="00271DD2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BF9378" w14:textId="77777777" w:rsidR="00271DD2" w:rsidRDefault="00271DD2" w:rsidP="000E61E5">
      <w:pPr>
        <w:spacing w:after="0" w:line="240" w:lineRule="auto"/>
      </w:pPr>
      <w:r>
        <w:separator/>
      </w:r>
    </w:p>
  </w:endnote>
  <w:endnote w:type="continuationSeparator" w:id="0">
    <w:p w14:paraId="1EF76A79" w14:textId="77777777" w:rsidR="00271DD2" w:rsidRDefault="00271DD2" w:rsidP="000E61E5">
      <w:pPr>
        <w:spacing w:after="0" w:line="240" w:lineRule="auto"/>
      </w:pPr>
      <w:r>
        <w:continuationSeparator/>
      </w:r>
    </w:p>
  </w:endnote>
  <w:endnote w:type="continuationNotice" w:id="1">
    <w:p w14:paraId="1C69C159" w14:textId="77777777" w:rsidR="00271DD2" w:rsidRDefault="00271DD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04307420"/>
      <w:docPartObj>
        <w:docPartGallery w:val="Page Numbers (Bottom of Page)"/>
        <w:docPartUnique/>
      </w:docPartObj>
    </w:sdtPr>
    <w:sdtEndPr/>
    <w:sdtContent>
      <w:p w14:paraId="06E9D1A4" w14:textId="77777777" w:rsidR="00E25ECC" w:rsidRDefault="00E25EC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5802">
          <w:rPr>
            <w:noProof/>
          </w:rPr>
          <w:t>1</w:t>
        </w:r>
        <w:r>
          <w:fldChar w:fldCharType="end"/>
        </w:r>
      </w:p>
    </w:sdtContent>
  </w:sdt>
  <w:p w14:paraId="531C2957" w14:textId="77777777" w:rsidR="00E25ECC" w:rsidRDefault="00E25EC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FE6082" w14:textId="77777777" w:rsidR="00271DD2" w:rsidRDefault="00271DD2" w:rsidP="000E61E5">
      <w:pPr>
        <w:spacing w:after="0" w:line="240" w:lineRule="auto"/>
      </w:pPr>
      <w:r>
        <w:separator/>
      </w:r>
    </w:p>
  </w:footnote>
  <w:footnote w:type="continuationSeparator" w:id="0">
    <w:p w14:paraId="6DA43A43" w14:textId="77777777" w:rsidR="00271DD2" w:rsidRDefault="00271DD2" w:rsidP="000E61E5">
      <w:pPr>
        <w:spacing w:after="0" w:line="240" w:lineRule="auto"/>
      </w:pPr>
      <w:r>
        <w:continuationSeparator/>
      </w:r>
    </w:p>
  </w:footnote>
  <w:footnote w:type="continuationNotice" w:id="1">
    <w:p w14:paraId="77612204" w14:textId="77777777" w:rsidR="00271DD2" w:rsidRDefault="00271DD2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1CC8819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09037AF"/>
    <w:multiLevelType w:val="multilevel"/>
    <w:tmpl w:val="3F089D68"/>
    <w:lvl w:ilvl="0">
      <w:start w:val="1"/>
      <w:numFmt w:val="decimal"/>
      <w:lvlText w:val="%1."/>
      <w:lvlJc w:val="left"/>
      <w:pPr>
        <w:ind w:left="794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91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88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985" w:hanging="39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82" w:hanging="39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79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176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3" w:hanging="39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70" w:hanging="397"/>
      </w:pPr>
      <w:rPr>
        <w:rFonts w:hint="default"/>
      </w:rPr>
    </w:lvl>
  </w:abstractNum>
  <w:abstractNum w:abstractNumId="2" w15:restartNumberingAfterBreak="0">
    <w:nsid w:val="0A9D4F86"/>
    <w:multiLevelType w:val="multilevel"/>
    <w:tmpl w:val="7050435E"/>
    <w:styleLink w:val="seznampsmenavelkaS"/>
    <w:lvl w:ilvl="0">
      <w:start w:val="1"/>
      <w:numFmt w:val="upperLetter"/>
      <w:pStyle w:val="seznampismenavelka"/>
      <w:lvlText w:val="%1)"/>
      <w:lvlJc w:val="left"/>
      <w:pPr>
        <w:ind w:left="794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91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88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985" w:hanging="39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82" w:hanging="397"/>
      </w:pPr>
      <w:rPr>
        <w:rFonts w:hint="default"/>
      </w:rPr>
    </w:lvl>
    <w:lvl w:ilvl="5">
      <w:start w:val="1"/>
      <w:numFmt w:val="none"/>
      <w:lvlText w:val=""/>
      <w:lvlJc w:val="left"/>
      <w:pPr>
        <w:ind w:left="794" w:hanging="397"/>
      </w:pPr>
      <w:rPr>
        <w:rFonts w:hint="default"/>
      </w:rPr>
    </w:lvl>
    <w:lvl w:ilvl="6">
      <w:start w:val="1"/>
      <w:numFmt w:val="none"/>
      <w:lvlText w:val=""/>
      <w:lvlJc w:val="left"/>
      <w:pPr>
        <w:ind w:left="1191" w:hanging="397"/>
      </w:pPr>
      <w:rPr>
        <w:rFonts w:hint="default"/>
      </w:rPr>
    </w:lvl>
    <w:lvl w:ilvl="7">
      <w:start w:val="1"/>
      <w:numFmt w:val="none"/>
      <w:lvlText w:val=""/>
      <w:lvlJc w:val="left"/>
      <w:pPr>
        <w:ind w:left="1588" w:hanging="397"/>
      </w:pPr>
      <w:rPr>
        <w:rFonts w:hint="default"/>
      </w:rPr>
    </w:lvl>
    <w:lvl w:ilvl="8">
      <w:start w:val="1"/>
      <w:numFmt w:val="none"/>
      <w:lvlText w:val=""/>
      <w:lvlJc w:val="left"/>
      <w:pPr>
        <w:ind w:left="1985" w:hanging="397"/>
      </w:pPr>
      <w:rPr>
        <w:rFonts w:hint="default"/>
      </w:rPr>
    </w:lvl>
  </w:abstractNum>
  <w:abstractNum w:abstractNumId="3" w15:restartNumberingAfterBreak="0">
    <w:nsid w:val="0B434DB5"/>
    <w:multiLevelType w:val="hybridMultilevel"/>
    <w:tmpl w:val="9FE6A9BC"/>
    <w:lvl w:ilvl="0" w:tplc="B98A944E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801BB8"/>
    <w:multiLevelType w:val="multilevel"/>
    <w:tmpl w:val="E50C91A0"/>
    <w:styleLink w:val="seznampismenaodrazkyS"/>
    <w:lvl w:ilvl="0">
      <w:start w:val="1"/>
      <w:numFmt w:val="lowerLetter"/>
      <w:pStyle w:val="seznampismenaodrazky"/>
      <w:lvlText w:val="%1)"/>
      <w:lvlJc w:val="left"/>
      <w:pPr>
        <w:ind w:left="794" w:hanging="397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871" w:hanging="397"/>
      </w:pPr>
      <w:rPr>
        <w:rFonts w:ascii="Wingdings" w:hAnsi="Wingdings" w:hint="default"/>
      </w:rPr>
    </w:lvl>
    <w:lvl w:ilvl="3">
      <w:start w:val="1"/>
      <w:numFmt w:val="bullet"/>
      <w:lvlText w:val="o"/>
      <w:lvlJc w:val="left"/>
      <w:pPr>
        <w:ind w:left="2268" w:hanging="397"/>
      </w:pPr>
      <w:rPr>
        <w:rFonts w:ascii="Courier New" w:hAnsi="Courier New" w:hint="default"/>
      </w:rPr>
    </w:lvl>
    <w:lvl w:ilvl="4">
      <w:start w:val="1"/>
      <w:numFmt w:val="bullet"/>
      <w:lvlText w:val=""/>
      <w:lvlJc w:val="left"/>
      <w:pPr>
        <w:ind w:left="2665" w:hanging="397"/>
      </w:pPr>
      <w:rPr>
        <w:rFonts w:ascii="Symbol" w:hAnsi="Symbol" w:hint="default"/>
      </w:rPr>
    </w:lvl>
    <w:lvl w:ilvl="5">
      <w:start w:val="1"/>
      <w:numFmt w:val="none"/>
      <w:lvlText w:val=""/>
      <w:lvlJc w:val="left"/>
      <w:pPr>
        <w:ind w:left="794" w:hanging="397"/>
      </w:pPr>
      <w:rPr>
        <w:rFonts w:hint="default"/>
      </w:rPr>
    </w:lvl>
    <w:lvl w:ilvl="6">
      <w:start w:val="1"/>
      <w:numFmt w:val="bullet"/>
      <w:lvlText w:val=""/>
      <w:lvlJc w:val="left"/>
      <w:pPr>
        <w:ind w:left="1191" w:hanging="397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1871" w:hanging="397"/>
      </w:pPr>
      <w:rPr>
        <w:rFonts w:ascii="Wingdings" w:hAnsi="Wingdings" w:hint="default"/>
      </w:rPr>
    </w:lvl>
    <w:lvl w:ilvl="8">
      <w:start w:val="1"/>
      <w:numFmt w:val="bullet"/>
      <w:lvlText w:val=""/>
      <w:lvlJc w:val="left"/>
      <w:pPr>
        <w:ind w:left="2268" w:hanging="397"/>
      </w:pPr>
      <w:rPr>
        <w:rFonts w:ascii="Wingdings" w:hAnsi="Wingdings" w:hint="default"/>
      </w:rPr>
    </w:lvl>
  </w:abstractNum>
  <w:abstractNum w:abstractNumId="5" w15:restartNumberingAfterBreak="0">
    <w:nsid w:val="0E102B66"/>
    <w:multiLevelType w:val="hybridMultilevel"/>
    <w:tmpl w:val="163C70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65524B"/>
    <w:multiLevelType w:val="multilevel"/>
    <w:tmpl w:val="401AA06E"/>
    <w:styleLink w:val="seznampismenamalaS"/>
    <w:lvl w:ilvl="0">
      <w:start w:val="1"/>
      <w:numFmt w:val="lowerLetter"/>
      <w:pStyle w:val="seznampismenamala"/>
      <w:lvlText w:val="%1)"/>
      <w:lvlJc w:val="left"/>
      <w:pPr>
        <w:ind w:left="794" w:hanging="397"/>
      </w:pPr>
      <w:rPr>
        <w:rFonts w:hint="default"/>
      </w:rPr>
    </w:lvl>
    <w:lvl w:ilvl="1">
      <w:start w:val="1"/>
      <w:numFmt w:val="lowerRoman"/>
      <w:lvlText w:val="%2)"/>
      <w:lvlJc w:val="left"/>
      <w:pPr>
        <w:ind w:left="1191" w:hanging="397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588" w:hanging="397"/>
      </w:pPr>
      <w:rPr>
        <w:rFonts w:hint="default"/>
      </w:rPr>
    </w:lvl>
    <w:lvl w:ilvl="3">
      <w:start w:val="1"/>
      <w:numFmt w:val="lowerRoman"/>
      <w:lvlText w:val="%4)"/>
      <w:lvlJc w:val="left"/>
      <w:pPr>
        <w:ind w:left="1985" w:hanging="397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382" w:hanging="397"/>
      </w:pPr>
      <w:rPr>
        <w:rFonts w:hint="default"/>
      </w:rPr>
    </w:lvl>
    <w:lvl w:ilvl="5">
      <w:start w:val="1"/>
      <w:numFmt w:val="none"/>
      <w:lvlText w:val=""/>
      <w:lvlJc w:val="left"/>
      <w:pPr>
        <w:ind w:left="794" w:hanging="397"/>
      </w:pPr>
      <w:rPr>
        <w:rFonts w:hint="default"/>
      </w:rPr>
    </w:lvl>
    <w:lvl w:ilvl="6">
      <w:start w:val="1"/>
      <w:numFmt w:val="none"/>
      <w:lvlText w:val=""/>
      <w:lvlJc w:val="left"/>
      <w:pPr>
        <w:ind w:left="1191" w:hanging="397"/>
      </w:pPr>
      <w:rPr>
        <w:rFonts w:hint="default"/>
      </w:rPr>
    </w:lvl>
    <w:lvl w:ilvl="7">
      <w:start w:val="1"/>
      <w:numFmt w:val="none"/>
      <w:lvlText w:val=""/>
      <w:lvlJc w:val="left"/>
      <w:pPr>
        <w:ind w:left="1588" w:hanging="397"/>
      </w:pPr>
      <w:rPr>
        <w:rFonts w:hint="default"/>
      </w:rPr>
    </w:lvl>
    <w:lvl w:ilvl="8">
      <w:start w:val="1"/>
      <w:numFmt w:val="none"/>
      <w:lvlText w:val=""/>
      <w:lvlJc w:val="left"/>
      <w:pPr>
        <w:ind w:left="1985" w:hanging="397"/>
      </w:pPr>
      <w:rPr>
        <w:rFonts w:hint="default"/>
      </w:rPr>
    </w:lvl>
  </w:abstractNum>
  <w:abstractNum w:abstractNumId="7" w15:restartNumberingAfterBreak="0">
    <w:nsid w:val="11DB33C1"/>
    <w:multiLevelType w:val="multilevel"/>
    <w:tmpl w:val="C472C9DC"/>
    <w:numStyleLink w:val="seznamcislovaniodrazkyS"/>
  </w:abstractNum>
  <w:abstractNum w:abstractNumId="8" w15:restartNumberingAfterBreak="0">
    <w:nsid w:val="14E25324"/>
    <w:multiLevelType w:val="multilevel"/>
    <w:tmpl w:val="69C071EE"/>
    <w:numStyleLink w:val="seznamodrazkyteckaS"/>
  </w:abstractNum>
  <w:abstractNum w:abstractNumId="9" w15:restartNumberingAfterBreak="0">
    <w:nsid w:val="17833FB3"/>
    <w:multiLevelType w:val="multilevel"/>
    <w:tmpl w:val="E32A47F2"/>
    <w:numStyleLink w:val="seznamcislovaniS"/>
  </w:abstractNum>
  <w:abstractNum w:abstractNumId="10" w15:restartNumberingAfterBreak="0">
    <w:nsid w:val="1B2472DC"/>
    <w:multiLevelType w:val="multilevel"/>
    <w:tmpl w:val="69C071EE"/>
    <w:numStyleLink w:val="seznamodrazkyteckaS"/>
  </w:abstractNum>
  <w:abstractNum w:abstractNumId="11" w15:restartNumberingAfterBreak="0">
    <w:nsid w:val="1F54215F"/>
    <w:multiLevelType w:val="multilevel"/>
    <w:tmpl w:val="3F089D68"/>
    <w:lvl w:ilvl="0">
      <w:start w:val="1"/>
      <w:numFmt w:val="decimal"/>
      <w:lvlText w:val="%1."/>
      <w:lvlJc w:val="left"/>
      <w:pPr>
        <w:ind w:left="794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91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88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985" w:hanging="39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82" w:hanging="39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79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176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3" w:hanging="39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70" w:hanging="397"/>
      </w:pPr>
      <w:rPr>
        <w:rFonts w:hint="default"/>
      </w:rPr>
    </w:lvl>
  </w:abstractNum>
  <w:abstractNum w:abstractNumId="12" w15:restartNumberingAfterBreak="0">
    <w:nsid w:val="217950DB"/>
    <w:multiLevelType w:val="multilevel"/>
    <w:tmpl w:val="CDB2D3C0"/>
    <w:lvl w:ilvl="0">
      <w:start w:val="1"/>
      <w:numFmt w:val="decimal"/>
      <w:lvlText w:val="Kapitola %1: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suff w:val="space"/>
      <w:lvlText w:val="%1.%2."/>
      <w:lvlJc w:val="left"/>
      <w:pPr>
        <w:ind w:left="641" w:hanging="357"/>
      </w:pPr>
      <w:rPr>
        <w:rFonts w:hint="default"/>
      </w:rPr>
    </w:lvl>
    <w:lvl w:ilvl="2">
      <w:start w:val="1"/>
      <w:numFmt w:val="decimal"/>
      <w:pStyle w:val="Nadpis3"/>
      <w:suff w:val="space"/>
      <w:lvlText w:val="%1.%2.%3."/>
      <w:lvlJc w:val="left"/>
      <w:pPr>
        <w:ind w:left="925" w:hanging="357"/>
      </w:pPr>
      <w:rPr>
        <w:rFonts w:hint="default"/>
      </w:rPr>
    </w:lvl>
    <w:lvl w:ilvl="3">
      <w:start w:val="1"/>
      <w:numFmt w:val="decimal"/>
      <w:pStyle w:val="Nadpis4"/>
      <w:suff w:val="space"/>
      <w:lvlText w:val="%1.%2.%3.%4."/>
      <w:lvlJc w:val="left"/>
      <w:pPr>
        <w:ind w:left="106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13" w15:restartNumberingAfterBreak="0">
    <w:nsid w:val="22B116D2"/>
    <w:multiLevelType w:val="multilevel"/>
    <w:tmpl w:val="E32A47F2"/>
    <w:numStyleLink w:val="seznamcislovaniS"/>
  </w:abstractNum>
  <w:abstractNum w:abstractNumId="14" w15:restartNumberingAfterBreak="0">
    <w:nsid w:val="24A50255"/>
    <w:multiLevelType w:val="multilevel"/>
    <w:tmpl w:val="69C071EE"/>
    <w:styleLink w:val="seznamodrazkyteckaS"/>
    <w:lvl w:ilvl="0">
      <w:start w:val="1"/>
      <w:numFmt w:val="bullet"/>
      <w:pStyle w:val="seznamodrazkytecka"/>
      <w:lvlText w:val=""/>
      <w:lvlJc w:val="left"/>
      <w:pPr>
        <w:ind w:left="794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191" w:hanging="39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71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268" w:hanging="397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665" w:hanging="397"/>
      </w:pPr>
      <w:rPr>
        <w:rFonts w:ascii="Courier New" w:hAnsi="Courier New" w:hint="default"/>
      </w:rPr>
    </w:lvl>
    <w:lvl w:ilvl="5">
      <w:start w:val="1"/>
      <w:numFmt w:val="bullet"/>
      <w:lvlText w:val=""/>
      <w:lvlJc w:val="left"/>
      <w:pPr>
        <w:ind w:left="794" w:hanging="397"/>
      </w:pPr>
      <w:rPr>
        <w:rFonts w:ascii="Wingdings" w:hAnsi="Wingdings" w:hint="default"/>
      </w:rPr>
    </w:lvl>
    <w:lvl w:ilvl="6">
      <w:start w:val="1"/>
      <w:numFmt w:val="bullet"/>
      <w:lvlText w:val=""/>
      <w:lvlJc w:val="left"/>
      <w:pPr>
        <w:ind w:left="1191" w:hanging="397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1871" w:hanging="397"/>
      </w:pPr>
      <w:rPr>
        <w:rFonts w:ascii="Wingdings" w:hAnsi="Wingdings" w:hint="default"/>
      </w:rPr>
    </w:lvl>
    <w:lvl w:ilvl="8">
      <w:start w:val="1"/>
      <w:numFmt w:val="bullet"/>
      <w:lvlText w:val=""/>
      <w:lvlJc w:val="left"/>
      <w:pPr>
        <w:ind w:left="2268" w:hanging="397"/>
      </w:pPr>
      <w:rPr>
        <w:rFonts w:ascii="Wingdings" w:hAnsi="Wingdings" w:hint="default"/>
      </w:rPr>
    </w:lvl>
  </w:abstractNum>
  <w:abstractNum w:abstractNumId="15" w15:restartNumberingAfterBreak="0">
    <w:nsid w:val="277568A4"/>
    <w:multiLevelType w:val="multilevel"/>
    <w:tmpl w:val="04050023"/>
    <w:lvl w:ilvl="0">
      <w:start w:val="1"/>
      <w:numFmt w:val="upperRoman"/>
      <w:lvlText w:val="Článek %1."/>
      <w:lvlJc w:val="left"/>
      <w:pPr>
        <w:ind w:left="0" w:firstLine="0"/>
      </w:pPr>
    </w:lvl>
    <w:lvl w:ilvl="1">
      <w:start w:val="1"/>
      <w:numFmt w:val="decimalZero"/>
      <w:isLgl/>
      <w:lvlText w:val="Oddíl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6" w15:restartNumberingAfterBreak="0">
    <w:nsid w:val="29C2269F"/>
    <w:multiLevelType w:val="hybridMultilevel"/>
    <w:tmpl w:val="B8E475E4"/>
    <w:lvl w:ilvl="0" w:tplc="5FC45BE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BC2C92"/>
    <w:multiLevelType w:val="multilevel"/>
    <w:tmpl w:val="C472C9DC"/>
    <w:styleLink w:val="seznamcislovaniodrazkyS"/>
    <w:lvl w:ilvl="0">
      <w:start w:val="1"/>
      <w:numFmt w:val="decimal"/>
      <w:pStyle w:val="seznamcislovaniodrazky"/>
      <w:lvlText w:val="%1."/>
      <w:lvlJc w:val="left"/>
      <w:pPr>
        <w:ind w:left="794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91" w:hanging="397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588" w:hanging="397"/>
      </w:pPr>
      <w:rPr>
        <w:rFonts w:ascii="Symbol" w:hAnsi="Symbol" w:hint="default"/>
        <w:color w:val="auto"/>
      </w:rPr>
    </w:lvl>
    <w:lvl w:ilvl="3">
      <w:start w:val="1"/>
      <w:numFmt w:val="bullet"/>
      <w:lvlText w:val="o"/>
      <w:lvlJc w:val="left"/>
      <w:pPr>
        <w:ind w:left="1985" w:hanging="397"/>
      </w:pPr>
      <w:rPr>
        <w:rFonts w:ascii="Courier New" w:hAnsi="Courier New" w:hint="default"/>
      </w:rPr>
    </w:lvl>
    <w:lvl w:ilvl="4">
      <w:start w:val="1"/>
      <w:numFmt w:val="bullet"/>
      <w:lvlText w:val=""/>
      <w:lvlJc w:val="left"/>
      <w:pPr>
        <w:ind w:left="2382" w:hanging="397"/>
      </w:pPr>
      <w:rPr>
        <w:rFonts w:ascii="Wingdings" w:hAnsi="Wingdings" w:hint="default"/>
      </w:rPr>
    </w:lvl>
    <w:lvl w:ilvl="5">
      <w:start w:val="1"/>
      <w:numFmt w:val="none"/>
      <w:lvlText w:val=""/>
      <w:lvlJc w:val="left"/>
      <w:pPr>
        <w:ind w:left="794" w:hanging="397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1191" w:hanging="397"/>
      </w:pPr>
      <w:rPr>
        <w:rFonts w:hint="default"/>
      </w:rPr>
    </w:lvl>
    <w:lvl w:ilvl="7">
      <w:start w:val="1"/>
      <w:numFmt w:val="bullet"/>
      <w:lvlText w:val=""/>
      <w:lvlJc w:val="left"/>
      <w:pPr>
        <w:ind w:left="1588" w:hanging="397"/>
      </w:pPr>
      <w:rPr>
        <w:rFonts w:ascii="Wingdings" w:hAnsi="Wingdings" w:hint="default"/>
      </w:rPr>
    </w:lvl>
    <w:lvl w:ilvl="8">
      <w:start w:val="1"/>
      <w:numFmt w:val="bullet"/>
      <w:lvlText w:val=""/>
      <w:lvlJc w:val="left"/>
      <w:pPr>
        <w:ind w:left="1985" w:hanging="397"/>
      </w:pPr>
      <w:rPr>
        <w:rFonts w:ascii="Wingdings" w:hAnsi="Wingdings" w:hint="default"/>
      </w:rPr>
    </w:lvl>
  </w:abstractNum>
  <w:abstractNum w:abstractNumId="18" w15:restartNumberingAfterBreak="0">
    <w:nsid w:val="33631D2E"/>
    <w:multiLevelType w:val="multilevel"/>
    <w:tmpl w:val="4D866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8BC3B71"/>
    <w:multiLevelType w:val="multilevel"/>
    <w:tmpl w:val="E50C91A0"/>
    <w:numStyleLink w:val="seznampismenaodrazkyS"/>
  </w:abstractNum>
  <w:abstractNum w:abstractNumId="20" w15:restartNumberingAfterBreak="0">
    <w:nsid w:val="38BC3CDF"/>
    <w:multiLevelType w:val="multilevel"/>
    <w:tmpl w:val="E32A47F2"/>
    <w:numStyleLink w:val="seznamcislovaniS"/>
  </w:abstractNum>
  <w:abstractNum w:abstractNumId="21" w15:restartNumberingAfterBreak="0">
    <w:nsid w:val="3A19209D"/>
    <w:multiLevelType w:val="multilevel"/>
    <w:tmpl w:val="7FB24212"/>
    <w:numStyleLink w:val="seznamodrazkycarkaS"/>
  </w:abstractNum>
  <w:abstractNum w:abstractNumId="22" w15:restartNumberingAfterBreak="0">
    <w:nsid w:val="3A783C5B"/>
    <w:multiLevelType w:val="multilevel"/>
    <w:tmpl w:val="E32A47F2"/>
    <w:numStyleLink w:val="seznamcislovaniS"/>
  </w:abstractNum>
  <w:abstractNum w:abstractNumId="23" w15:restartNumberingAfterBreak="0">
    <w:nsid w:val="527D47B4"/>
    <w:multiLevelType w:val="multilevel"/>
    <w:tmpl w:val="401AA06E"/>
    <w:numStyleLink w:val="seznampismenamalaS"/>
  </w:abstractNum>
  <w:abstractNum w:abstractNumId="24" w15:restartNumberingAfterBreak="0">
    <w:nsid w:val="543821D0"/>
    <w:multiLevelType w:val="multilevel"/>
    <w:tmpl w:val="401AA06E"/>
    <w:numStyleLink w:val="seznampismenamalaS"/>
  </w:abstractNum>
  <w:abstractNum w:abstractNumId="25" w15:restartNumberingAfterBreak="0">
    <w:nsid w:val="5A0254D3"/>
    <w:multiLevelType w:val="multilevel"/>
    <w:tmpl w:val="7FB24212"/>
    <w:styleLink w:val="seznamodrazkycarkaS"/>
    <w:lvl w:ilvl="0">
      <w:start w:val="1"/>
      <w:numFmt w:val="bullet"/>
      <w:pStyle w:val="seznamodrazkycarka"/>
      <w:lvlText w:val="–"/>
      <w:lvlJc w:val="left"/>
      <w:pPr>
        <w:ind w:left="397" w:hanging="397"/>
      </w:pPr>
      <w:rPr>
        <w:rFonts w:ascii="Arial" w:hAnsi="Arial" w:hint="default"/>
      </w:rPr>
    </w:lvl>
    <w:lvl w:ilvl="1">
      <w:start w:val="1"/>
      <w:numFmt w:val="bullet"/>
      <w:lvlText w:val="­"/>
      <w:lvlJc w:val="left"/>
      <w:pPr>
        <w:ind w:left="794" w:hanging="397"/>
      </w:pPr>
      <w:rPr>
        <w:rFonts w:ascii="Arial" w:hAnsi="Arial" w:hint="default"/>
      </w:rPr>
    </w:lvl>
    <w:lvl w:ilvl="2">
      <w:start w:val="1"/>
      <w:numFmt w:val="bullet"/>
      <w:lvlText w:val="•"/>
      <w:lvlJc w:val="left"/>
      <w:pPr>
        <w:ind w:left="1191" w:hanging="397"/>
      </w:pPr>
      <w:rPr>
        <w:rFonts w:ascii="Arial" w:hAnsi="Arial" w:hint="default"/>
      </w:rPr>
    </w:lvl>
    <w:lvl w:ilvl="3">
      <w:start w:val="1"/>
      <w:numFmt w:val="bullet"/>
      <w:lvlText w:val="·"/>
      <w:lvlJc w:val="left"/>
      <w:pPr>
        <w:ind w:left="1588" w:hanging="397"/>
      </w:pPr>
      <w:rPr>
        <w:rFonts w:ascii="Arial" w:hAnsi="Arial" w:hint="default"/>
      </w:rPr>
    </w:lvl>
    <w:lvl w:ilvl="4">
      <w:start w:val="1"/>
      <w:numFmt w:val="bullet"/>
      <w:lvlText w:val="·"/>
      <w:lvlJc w:val="left"/>
      <w:pPr>
        <w:ind w:left="1985" w:hanging="397"/>
      </w:pPr>
      <w:rPr>
        <w:rFonts w:ascii="Arial" w:hAnsi="Arial" w:hint="default"/>
      </w:rPr>
    </w:lvl>
    <w:lvl w:ilvl="5">
      <w:start w:val="1"/>
      <w:numFmt w:val="bullet"/>
      <w:lvlText w:val=""/>
      <w:lvlJc w:val="left"/>
      <w:pPr>
        <w:ind w:left="397" w:hanging="397"/>
      </w:pPr>
      <w:rPr>
        <w:rFonts w:ascii="Wingdings" w:hAnsi="Wingdings" w:hint="default"/>
      </w:rPr>
    </w:lvl>
    <w:lvl w:ilvl="6">
      <w:start w:val="1"/>
      <w:numFmt w:val="bullet"/>
      <w:lvlText w:val=""/>
      <w:lvlJc w:val="left"/>
      <w:pPr>
        <w:ind w:left="794" w:hanging="397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1191" w:hanging="397"/>
      </w:pPr>
      <w:rPr>
        <w:rFonts w:ascii="Wingdings" w:hAnsi="Wingdings" w:hint="default"/>
      </w:rPr>
    </w:lvl>
    <w:lvl w:ilvl="8">
      <w:start w:val="1"/>
      <w:numFmt w:val="bullet"/>
      <w:lvlText w:val=""/>
      <w:lvlJc w:val="left"/>
      <w:pPr>
        <w:ind w:left="1588" w:hanging="397"/>
      </w:pPr>
      <w:rPr>
        <w:rFonts w:ascii="Wingdings" w:hAnsi="Wingdings" w:hint="default"/>
      </w:rPr>
    </w:lvl>
  </w:abstractNum>
  <w:abstractNum w:abstractNumId="26" w15:restartNumberingAfterBreak="0">
    <w:nsid w:val="5BE766A5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5C834BD1"/>
    <w:multiLevelType w:val="multilevel"/>
    <w:tmpl w:val="401AA06E"/>
    <w:numStyleLink w:val="seznampismenamalaS"/>
  </w:abstractNum>
  <w:abstractNum w:abstractNumId="28" w15:restartNumberingAfterBreak="0">
    <w:nsid w:val="639348DF"/>
    <w:multiLevelType w:val="multilevel"/>
    <w:tmpl w:val="E50C91A0"/>
    <w:numStyleLink w:val="seznampismenaodrazkyS"/>
  </w:abstractNum>
  <w:abstractNum w:abstractNumId="29" w15:restartNumberingAfterBreak="0">
    <w:nsid w:val="676E3D32"/>
    <w:multiLevelType w:val="multilevel"/>
    <w:tmpl w:val="E32A47F2"/>
    <w:styleLink w:val="seznamcislovaniS"/>
    <w:lvl w:ilvl="0">
      <w:start w:val="1"/>
      <w:numFmt w:val="decimal"/>
      <w:pStyle w:val="seznamcislovani"/>
      <w:lvlText w:val="%1."/>
      <w:lvlJc w:val="left"/>
      <w:pPr>
        <w:ind w:left="794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91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88" w:hanging="397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985" w:hanging="397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382" w:hanging="397"/>
      </w:pPr>
      <w:rPr>
        <w:rFonts w:ascii="Courier New" w:hAnsi="Courier New" w:hint="default"/>
      </w:rPr>
    </w:lvl>
    <w:lvl w:ilvl="5">
      <w:start w:val="1"/>
      <w:numFmt w:val="none"/>
      <w:lvlText w:val=""/>
      <w:lvlJc w:val="left"/>
      <w:pPr>
        <w:ind w:left="794" w:hanging="397"/>
      </w:pPr>
      <w:rPr>
        <w:rFonts w:hint="default"/>
      </w:rPr>
    </w:lvl>
    <w:lvl w:ilvl="6">
      <w:start w:val="1"/>
      <w:numFmt w:val="none"/>
      <w:lvlText w:val="%7"/>
      <w:lvlJc w:val="left"/>
      <w:pPr>
        <w:ind w:left="1191" w:hanging="397"/>
      </w:pPr>
      <w:rPr>
        <w:rFonts w:hint="default"/>
      </w:rPr>
    </w:lvl>
    <w:lvl w:ilvl="7">
      <w:start w:val="1"/>
      <w:numFmt w:val="none"/>
      <w:lvlText w:val="%8"/>
      <w:lvlJc w:val="left"/>
      <w:pPr>
        <w:ind w:left="1588" w:hanging="397"/>
      </w:pPr>
      <w:rPr>
        <w:rFonts w:hint="default"/>
      </w:rPr>
    </w:lvl>
    <w:lvl w:ilvl="8">
      <w:start w:val="1"/>
      <w:numFmt w:val="none"/>
      <w:lvlText w:val=""/>
      <w:lvlJc w:val="left"/>
      <w:pPr>
        <w:ind w:left="1985" w:hanging="397"/>
      </w:pPr>
      <w:rPr>
        <w:rFonts w:hint="default"/>
      </w:rPr>
    </w:lvl>
  </w:abstractNum>
  <w:abstractNum w:abstractNumId="30" w15:restartNumberingAfterBreak="0">
    <w:nsid w:val="6F0E33D6"/>
    <w:multiLevelType w:val="multilevel"/>
    <w:tmpl w:val="E32A47F2"/>
    <w:numStyleLink w:val="seznamcislovaniS"/>
  </w:abstractNum>
  <w:abstractNum w:abstractNumId="31" w15:restartNumberingAfterBreak="0">
    <w:nsid w:val="76112C18"/>
    <w:multiLevelType w:val="multilevel"/>
    <w:tmpl w:val="3F089D68"/>
    <w:lvl w:ilvl="0">
      <w:start w:val="1"/>
      <w:numFmt w:val="decimal"/>
      <w:lvlText w:val="%1."/>
      <w:lvlJc w:val="left"/>
      <w:pPr>
        <w:ind w:left="794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91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88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985" w:hanging="39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82" w:hanging="39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79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176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3" w:hanging="39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70" w:hanging="397"/>
      </w:pPr>
      <w:rPr>
        <w:rFonts w:hint="default"/>
      </w:rPr>
    </w:lvl>
  </w:abstractNum>
  <w:num w:numId="1" w16cid:durableId="2008439611">
    <w:abstractNumId w:val="25"/>
  </w:num>
  <w:num w:numId="2" w16cid:durableId="669142034">
    <w:abstractNumId w:val="12"/>
  </w:num>
  <w:num w:numId="3" w16cid:durableId="416827691">
    <w:abstractNumId w:val="3"/>
  </w:num>
  <w:num w:numId="4" w16cid:durableId="23290911">
    <w:abstractNumId w:val="16"/>
  </w:num>
  <w:num w:numId="5" w16cid:durableId="550118717">
    <w:abstractNumId w:val="25"/>
  </w:num>
  <w:num w:numId="6" w16cid:durableId="1722554179">
    <w:abstractNumId w:val="29"/>
  </w:num>
  <w:num w:numId="7" w16cid:durableId="1508016040">
    <w:abstractNumId w:val="31"/>
  </w:num>
  <w:num w:numId="8" w16cid:durableId="821190975">
    <w:abstractNumId w:val="14"/>
  </w:num>
  <w:num w:numId="9" w16cid:durableId="1676760808">
    <w:abstractNumId w:val="2"/>
  </w:num>
  <w:num w:numId="10" w16cid:durableId="925193852">
    <w:abstractNumId w:val="6"/>
  </w:num>
  <w:num w:numId="11" w16cid:durableId="1082602955">
    <w:abstractNumId w:val="24"/>
  </w:num>
  <w:num w:numId="12" w16cid:durableId="1070880638">
    <w:abstractNumId w:val="8"/>
  </w:num>
  <w:num w:numId="13" w16cid:durableId="474182164">
    <w:abstractNumId w:val="9"/>
  </w:num>
  <w:num w:numId="14" w16cid:durableId="314575993">
    <w:abstractNumId w:val="20"/>
  </w:num>
  <w:num w:numId="15" w16cid:durableId="2044671557">
    <w:abstractNumId w:val="30"/>
  </w:num>
  <w:num w:numId="16" w16cid:durableId="2083134467">
    <w:abstractNumId w:val="23"/>
  </w:num>
  <w:num w:numId="17" w16cid:durableId="1687902048">
    <w:abstractNumId w:val="27"/>
  </w:num>
  <w:num w:numId="18" w16cid:durableId="299774989">
    <w:abstractNumId w:val="1"/>
  </w:num>
  <w:num w:numId="19" w16cid:durableId="682779757">
    <w:abstractNumId w:val="21"/>
  </w:num>
  <w:num w:numId="20" w16cid:durableId="1200751000">
    <w:abstractNumId w:val="11"/>
  </w:num>
  <w:num w:numId="21" w16cid:durableId="1128933104">
    <w:abstractNumId w:val="26"/>
  </w:num>
  <w:num w:numId="22" w16cid:durableId="209187">
    <w:abstractNumId w:val="4"/>
  </w:num>
  <w:num w:numId="23" w16cid:durableId="1572499090">
    <w:abstractNumId w:val="19"/>
  </w:num>
  <w:num w:numId="24" w16cid:durableId="345374775">
    <w:abstractNumId w:val="28"/>
  </w:num>
  <w:num w:numId="25" w16cid:durableId="506677658">
    <w:abstractNumId w:val="10"/>
  </w:num>
  <w:num w:numId="26" w16cid:durableId="1408765583">
    <w:abstractNumId w:val="13"/>
  </w:num>
  <w:num w:numId="27" w16cid:durableId="27919043">
    <w:abstractNumId w:val="29"/>
  </w:num>
  <w:num w:numId="28" w16cid:durableId="784009528">
    <w:abstractNumId w:val="22"/>
  </w:num>
  <w:num w:numId="29" w16cid:durableId="1529828172">
    <w:abstractNumId w:val="0"/>
  </w:num>
  <w:num w:numId="30" w16cid:durableId="526523553">
    <w:abstractNumId w:val="17"/>
  </w:num>
  <w:num w:numId="31" w16cid:durableId="2092577578">
    <w:abstractNumId w:val="7"/>
  </w:num>
  <w:num w:numId="32" w16cid:durableId="1513642736">
    <w:abstractNumId w:val="15"/>
  </w:num>
  <w:num w:numId="33" w16cid:durableId="1133720220">
    <w:abstractNumId w:val="18"/>
  </w:num>
  <w:num w:numId="34" w16cid:durableId="3193074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64064803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05973907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42364273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645356159">
    <w:abstractNumId w:val="5"/>
  </w:num>
  <w:num w:numId="39" w16cid:durableId="10869972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10338065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41585736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5464095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C3D"/>
    <w:rsid w:val="00000330"/>
    <w:rsid w:val="00000C97"/>
    <w:rsid w:val="000012D1"/>
    <w:rsid w:val="000046E6"/>
    <w:rsid w:val="00005D0B"/>
    <w:rsid w:val="000115A3"/>
    <w:rsid w:val="00011A38"/>
    <w:rsid w:val="0001532C"/>
    <w:rsid w:val="00022752"/>
    <w:rsid w:val="00022B1B"/>
    <w:rsid w:val="000252E3"/>
    <w:rsid w:val="0002772A"/>
    <w:rsid w:val="00033F44"/>
    <w:rsid w:val="00034714"/>
    <w:rsid w:val="00036672"/>
    <w:rsid w:val="000409F4"/>
    <w:rsid w:val="00055FAE"/>
    <w:rsid w:val="000600D8"/>
    <w:rsid w:val="00062C3F"/>
    <w:rsid w:val="00063A93"/>
    <w:rsid w:val="000653C1"/>
    <w:rsid w:val="000657D9"/>
    <w:rsid w:val="00070247"/>
    <w:rsid w:val="00071555"/>
    <w:rsid w:val="000716C4"/>
    <w:rsid w:val="000801AB"/>
    <w:rsid w:val="00084A97"/>
    <w:rsid w:val="00086DCB"/>
    <w:rsid w:val="00091D5E"/>
    <w:rsid w:val="00092E22"/>
    <w:rsid w:val="000931E7"/>
    <w:rsid w:val="000A0355"/>
    <w:rsid w:val="000A07BD"/>
    <w:rsid w:val="000A5D19"/>
    <w:rsid w:val="000A63A8"/>
    <w:rsid w:val="000A6566"/>
    <w:rsid w:val="000B40CD"/>
    <w:rsid w:val="000D2639"/>
    <w:rsid w:val="000E4D2C"/>
    <w:rsid w:val="000E4E22"/>
    <w:rsid w:val="000E61E5"/>
    <w:rsid w:val="000E6CA4"/>
    <w:rsid w:val="000F0261"/>
    <w:rsid w:val="000F105F"/>
    <w:rsid w:val="000F3FB1"/>
    <w:rsid w:val="000F40FD"/>
    <w:rsid w:val="00100224"/>
    <w:rsid w:val="00104026"/>
    <w:rsid w:val="00104836"/>
    <w:rsid w:val="00104AA8"/>
    <w:rsid w:val="00115256"/>
    <w:rsid w:val="001239D0"/>
    <w:rsid w:val="001249AB"/>
    <w:rsid w:val="00125AB2"/>
    <w:rsid w:val="00125AD2"/>
    <w:rsid w:val="00126B80"/>
    <w:rsid w:val="00130F52"/>
    <w:rsid w:val="001319A3"/>
    <w:rsid w:val="00134DEE"/>
    <w:rsid w:val="00135163"/>
    <w:rsid w:val="00135B9F"/>
    <w:rsid w:val="00137E67"/>
    <w:rsid w:val="00137FFB"/>
    <w:rsid w:val="00142A0F"/>
    <w:rsid w:val="001439A1"/>
    <w:rsid w:val="00143D13"/>
    <w:rsid w:val="00145936"/>
    <w:rsid w:val="001617C4"/>
    <w:rsid w:val="001626B0"/>
    <w:rsid w:val="001640FE"/>
    <w:rsid w:val="00165280"/>
    <w:rsid w:val="00165FC5"/>
    <w:rsid w:val="00166A95"/>
    <w:rsid w:val="00167C3D"/>
    <w:rsid w:val="00170AAC"/>
    <w:rsid w:val="00175DEE"/>
    <w:rsid w:val="001770F6"/>
    <w:rsid w:val="0018151C"/>
    <w:rsid w:val="001832A4"/>
    <w:rsid w:val="001841F8"/>
    <w:rsid w:val="001A027C"/>
    <w:rsid w:val="001A1AA2"/>
    <w:rsid w:val="001A3756"/>
    <w:rsid w:val="001A6235"/>
    <w:rsid w:val="001A6ECD"/>
    <w:rsid w:val="001A733C"/>
    <w:rsid w:val="001B1A23"/>
    <w:rsid w:val="001B27D5"/>
    <w:rsid w:val="001B38CC"/>
    <w:rsid w:val="001B736E"/>
    <w:rsid w:val="001B7A88"/>
    <w:rsid w:val="001D0820"/>
    <w:rsid w:val="001D1A4E"/>
    <w:rsid w:val="001D2D7A"/>
    <w:rsid w:val="001D58C5"/>
    <w:rsid w:val="001D64F0"/>
    <w:rsid w:val="001E4A6E"/>
    <w:rsid w:val="001E6796"/>
    <w:rsid w:val="001F7FBC"/>
    <w:rsid w:val="0020431B"/>
    <w:rsid w:val="00204AC8"/>
    <w:rsid w:val="00205548"/>
    <w:rsid w:val="002079DA"/>
    <w:rsid w:val="00210AE6"/>
    <w:rsid w:val="00211AD4"/>
    <w:rsid w:val="00216B44"/>
    <w:rsid w:val="0022126B"/>
    <w:rsid w:val="002238DA"/>
    <w:rsid w:val="002254C9"/>
    <w:rsid w:val="00225A98"/>
    <w:rsid w:val="00226772"/>
    <w:rsid w:val="00227BAF"/>
    <w:rsid w:val="00230FE0"/>
    <w:rsid w:val="00232075"/>
    <w:rsid w:val="00234D68"/>
    <w:rsid w:val="00240171"/>
    <w:rsid w:val="00240B77"/>
    <w:rsid w:val="00240F0E"/>
    <w:rsid w:val="00241B60"/>
    <w:rsid w:val="00241D2A"/>
    <w:rsid w:val="00244065"/>
    <w:rsid w:val="00245E17"/>
    <w:rsid w:val="0025611D"/>
    <w:rsid w:val="00257147"/>
    <w:rsid w:val="00261D7E"/>
    <w:rsid w:val="00263F33"/>
    <w:rsid w:val="002650D9"/>
    <w:rsid w:val="00270052"/>
    <w:rsid w:val="00271DD2"/>
    <w:rsid w:val="002803C6"/>
    <w:rsid w:val="00280458"/>
    <w:rsid w:val="00285FED"/>
    <w:rsid w:val="002866DF"/>
    <w:rsid w:val="00290526"/>
    <w:rsid w:val="0029056F"/>
    <w:rsid w:val="002945D8"/>
    <w:rsid w:val="002A1BFA"/>
    <w:rsid w:val="002A227F"/>
    <w:rsid w:val="002A39D7"/>
    <w:rsid w:val="002A44BC"/>
    <w:rsid w:val="002A722E"/>
    <w:rsid w:val="002B4607"/>
    <w:rsid w:val="002B67DE"/>
    <w:rsid w:val="002C0B9A"/>
    <w:rsid w:val="002C524D"/>
    <w:rsid w:val="002D1CB6"/>
    <w:rsid w:val="002D2D13"/>
    <w:rsid w:val="002D5031"/>
    <w:rsid w:val="002D5B49"/>
    <w:rsid w:val="002D7199"/>
    <w:rsid w:val="002D755A"/>
    <w:rsid w:val="002E13F5"/>
    <w:rsid w:val="002E5416"/>
    <w:rsid w:val="002E56B4"/>
    <w:rsid w:val="002E6059"/>
    <w:rsid w:val="002E6BED"/>
    <w:rsid w:val="002E7E7D"/>
    <w:rsid w:val="002F0057"/>
    <w:rsid w:val="002F2AA8"/>
    <w:rsid w:val="002F501E"/>
    <w:rsid w:val="002F5CAB"/>
    <w:rsid w:val="00300612"/>
    <w:rsid w:val="003023F7"/>
    <w:rsid w:val="00302DBB"/>
    <w:rsid w:val="00303E6C"/>
    <w:rsid w:val="00315236"/>
    <w:rsid w:val="003206E6"/>
    <w:rsid w:val="00321C75"/>
    <w:rsid w:val="00322CB0"/>
    <w:rsid w:val="003357EC"/>
    <w:rsid w:val="00335D61"/>
    <w:rsid w:val="00340CD6"/>
    <w:rsid w:val="00343081"/>
    <w:rsid w:val="00343BEB"/>
    <w:rsid w:val="00344A10"/>
    <w:rsid w:val="00350F4C"/>
    <w:rsid w:val="00355822"/>
    <w:rsid w:val="0035621E"/>
    <w:rsid w:val="00357577"/>
    <w:rsid w:val="00363A9C"/>
    <w:rsid w:val="00364782"/>
    <w:rsid w:val="00365368"/>
    <w:rsid w:val="003664DD"/>
    <w:rsid w:val="003705EF"/>
    <w:rsid w:val="00370641"/>
    <w:rsid w:val="003727F4"/>
    <w:rsid w:val="003729E7"/>
    <w:rsid w:val="0037401F"/>
    <w:rsid w:val="00380DB1"/>
    <w:rsid w:val="003838FB"/>
    <w:rsid w:val="00384483"/>
    <w:rsid w:val="00384DCB"/>
    <w:rsid w:val="003854C9"/>
    <w:rsid w:val="003857EE"/>
    <w:rsid w:val="00387A00"/>
    <w:rsid w:val="00396503"/>
    <w:rsid w:val="003A0CB0"/>
    <w:rsid w:val="003B11E6"/>
    <w:rsid w:val="003B6D3B"/>
    <w:rsid w:val="003C0F9D"/>
    <w:rsid w:val="003C2D58"/>
    <w:rsid w:val="003C5C10"/>
    <w:rsid w:val="003C7CBE"/>
    <w:rsid w:val="003D3DB9"/>
    <w:rsid w:val="003D3E73"/>
    <w:rsid w:val="003D54EE"/>
    <w:rsid w:val="003D708A"/>
    <w:rsid w:val="003E3376"/>
    <w:rsid w:val="003F02EA"/>
    <w:rsid w:val="003F0F13"/>
    <w:rsid w:val="003F16A2"/>
    <w:rsid w:val="003F41EE"/>
    <w:rsid w:val="003F76BD"/>
    <w:rsid w:val="003F78E8"/>
    <w:rsid w:val="004059FB"/>
    <w:rsid w:val="004105DB"/>
    <w:rsid w:val="00410BB4"/>
    <w:rsid w:val="00411210"/>
    <w:rsid w:val="00411445"/>
    <w:rsid w:val="004157EB"/>
    <w:rsid w:val="0042143B"/>
    <w:rsid w:val="004247C1"/>
    <w:rsid w:val="00430C21"/>
    <w:rsid w:val="004311AB"/>
    <w:rsid w:val="00432434"/>
    <w:rsid w:val="00434006"/>
    <w:rsid w:val="00434E96"/>
    <w:rsid w:val="00441DB9"/>
    <w:rsid w:val="00442B7F"/>
    <w:rsid w:val="00444F5A"/>
    <w:rsid w:val="00446410"/>
    <w:rsid w:val="00450E35"/>
    <w:rsid w:val="00454038"/>
    <w:rsid w:val="004557A6"/>
    <w:rsid w:val="00455E63"/>
    <w:rsid w:val="00461D8F"/>
    <w:rsid w:val="00462297"/>
    <w:rsid w:val="004638D0"/>
    <w:rsid w:val="00464BEF"/>
    <w:rsid w:val="00465009"/>
    <w:rsid w:val="0047410F"/>
    <w:rsid w:val="00475761"/>
    <w:rsid w:val="004827BB"/>
    <w:rsid w:val="00491566"/>
    <w:rsid w:val="004918CB"/>
    <w:rsid w:val="004923ED"/>
    <w:rsid w:val="0049470D"/>
    <w:rsid w:val="00494EC5"/>
    <w:rsid w:val="0049707A"/>
    <w:rsid w:val="004973A1"/>
    <w:rsid w:val="0049761B"/>
    <w:rsid w:val="004A0829"/>
    <w:rsid w:val="004A0940"/>
    <w:rsid w:val="004A11C6"/>
    <w:rsid w:val="004A542C"/>
    <w:rsid w:val="004A684D"/>
    <w:rsid w:val="004B0F27"/>
    <w:rsid w:val="004B1D6D"/>
    <w:rsid w:val="004B5882"/>
    <w:rsid w:val="004B7A70"/>
    <w:rsid w:val="004C4182"/>
    <w:rsid w:val="004C5621"/>
    <w:rsid w:val="004C6DA5"/>
    <w:rsid w:val="004D1A20"/>
    <w:rsid w:val="004D2803"/>
    <w:rsid w:val="004D2E5B"/>
    <w:rsid w:val="004D557D"/>
    <w:rsid w:val="004E7E7D"/>
    <w:rsid w:val="004F3476"/>
    <w:rsid w:val="004F7357"/>
    <w:rsid w:val="004F7FF5"/>
    <w:rsid w:val="005028A7"/>
    <w:rsid w:val="005125E5"/>
    <w:rsid w:val="00514BFA"/>
    <w:rsid w:val="00521057"/>
    <w:rsid w:val="00521BFE"/>
    <w:rsid w:val="00522B95"/>
    <w:rsid w:val="00524BBD"/>
    <w:rsid w:val="00525A1D"/>
    <w:rsid w:val="00527B41"/>
    <w:rsid w:val="0053260E"/>
    <w:rsid w:val="0053455F"/>
    <w:rsid w:val="00541EE5"/>
    <w:rsid w:val="00544703"/>
    <w:rsid w:val="00546DF9"/>
    <w:rsid w:val="00547518"/>
    <w:rsid w:val="00553086"/>
    <w:rsid w:val="005541A5"/>
    <w:rsid w:val="005572E3"/>
    <w:rsid w:val="00561F3B"/>
    <w:rsid w:val="005656FC"/>
    <w:rsid w:val="00565F19"/>
    <w:rsid w:val="0056726E"/>
    <w:rsid w:val="00570B0E"/>
    <w:rsid w:val="00577306"/>
    <w:rsid w:val="00581C3D"/>
    <w:rsid w:val="005821DB"/>
    <w:rsid w:val="0058253C"/>
    <w:rsid w:val="005831F2"/>
    <w:rsid w:val="00585097"/>
    <w:rsid w:val="0058752E"/>
    <w:rsid w:val="00591FBF"/>
    <w:rsid w:val="005922C4"/>
    <w:rsid w:val="0059384A"/>
    <w:rsid w:val="005943EA"/>
    <w:rsid w:val="00594FF4"/>
    <w:rsid w:val="005971E4"/>
    <w:rsid w:val="005A2064"/>
    <w:rsid w:val="005A4342"/>
    <w:rsid w:val="005A5E91"/>
    <w:rsid w:val="005B0846"/>
    <w:rsid w:val="005B4181"/>
    <w:rsid w:val="005B6E13"/>
    <w:rsid w:val="005C0115"/>
    <w:rsid w:val="005C0F8D"/>
    <w:rsid w:val="005C1410"/>
    <w:rsid w:val="005C661F"/>
    <w:rsid w:val="005E00FE"/>
    <w:rsid w:val="005E2CE2"/>
    <w:rsid w:val="005E3C08"/>
    <w:rsid w:val="005E46BD"/>
    <w:rsid w:val="005E5B55"/>
    <w:rsid w:val="005E6954"/>
    <w:rsid w:val="005E6F8B"/>
    <w:rsid w:val="005F31CB"/>
    <w:rsid w:val="005F598D"/>
    <w:rsid w:val="006007BF"/>
    <w:rsid w:val="00600FA6"/>
    <w:rsid w:val="006022B8"/>
    <w:rsid w:val="00602651"/>
    <w:rsid w:val="006037D1"/>
    <w:rsid w:val="00606C3C"/>
    <w:rsid w:val="00607342"/>
    <w:rsid w:val="0061333A"/>
    <w:rsid w:val="00616BF6"/>
    <w:rsid w:val="00622F67"/>
    <w:rsid w:val="00623B31"/>
    <w:rsid w:val="006262C2"/>
    <w:rsid w:val="00627D1D"/>
    <w:rsid w:val="00632889"/>
    <w:rsid w:val="0063529A"/>
    <w:rsid w:val="00637EEA"/>
    <w:rsid w:val="006463FC"/>
    <w:rsid w:val="00646BF2"/>
    <w:rsid w:val="0064786B"/>
    <w:rsid w:val="00654947"/>
    <w:rsid w:val="00661C1D"/>
    <w:rsid w:val="006663D6"/>
    <w:rsid w:val="00666DD8"/>
    <w:rsid w:val="00672232"/>
    <w:rsid w:val="006739C4"/>
    <w:rsid w:val="0067569F"/>
    <w:rsid w:val="0069042D"/>
    <w:rsid w:val="006936CD"/>
    <w:rsid w:val="006943A9"/>
    <w:rsid w:val="006978A8"/>
    <w:rsid w:val="00697AA8"/>
    <w:rsid w:val="006A3E3E"/>
    <w:rsid w:val="006A537F"/>
    <w:rsid w:val="006A7C18"/>
    <w:rsid w:val="006B102D"/>
    <w:rsid w:val="006B27BC"/>
    <w:rsid w:val="006B3B4A"/>
    <w:rsid w:val="006B4298"/>
    <w:rsid w:val="006B4C6E"/>
    <w:rsid w:val="006B6598"/>
    <w:rsid w:val="006B7FB1"/>
    <w:rsid w:val="006C11F9"/>
    <w:rsid w:val="006C1850"/>
    <w:rsid w:val="006C33FB"/>
    <w:rsid w:val="006C3765"/>
    <w:rsid w:val="006C5982"/>
    <w:rsid w:val="006D3620"/>
    <w:rsid w:val="006D705F"/>
    <w:rsid w:val="006D7D3C"/>
    <w:rsid w:val="006E0DF3"/>
    <w:rsid w:val="006E64B9"/>
    <w:rsid w:val="006E74FF"/>
    <w:rsid w:val="006F04F9"/>
    <w:rsid w:val="006F0E56"/>
    <w:rsid w:val="0070275D"/>
    <w:rsid w:val="00703713"/>
    <w:rsid w:val="007060B7"/>
    <w:rsid w:val="00713283"/>
    <w:rsid w:val="00713825"/>
    <w:rsid w:val="007145C7"/>
    <w:rsid w:val="00716DBA"/>
    <w:rsid w:val="00716EC7"/>
    <w:rsid w:val="00722107"/>
    <w:rsid w:val="00725A11"/>
    <w:rsid w:val="00727930"/>
    <w:rsid w:val="00727969"/>
    <w:rsid w:val="00731DB1"/>
    <w:rsid w:val="00731F3D"/>
    <w:rsid w:val="00734FA9"/>
    <w:rsid w:val="007405A2"/>
    <w:rsid w:val="00740EFF"/>
    <w:rsid w:val="007427FD"/>
    <w:rsid w:val="0074515E"/>
    <w:rsid w:val="00745BE2"/>
    <w:rsid w:val="007474E7"/>
    <w:rsid w:val="0075188C"/>
    <w:rsid w:val="00751E89"/>
    <w:rsid w:val="0075310E"/>
    <w:rsid w:val="007535DE"/>
    <w:rsid w:val="00753E64"/>
    <w:rsid w:val="007547E0"/>
    <w:rsid w:val="007553D3"/>
    <w:rsid w:val="00756B30"/>
    <w:rsid w:val="0076191E"/>
    <w:rsid w:val="007625C4"/>
    <w:rsid w:val="00763D97"/>
    <w:rsid w:val="00767A38"/>
    <w:rsid w:val="00770E35"/>
    <w:rsid w:val="00771FE1"/>
    <w:rsid w:val="007723DC"/>
    <w:rsid w:val="0077504D"/>
    <w:rsid w:val="007771B8"/>
    <w:rsid w:val="00777B1B"/>
    <w:rsid w:val="00782915"/>
    <w:rsid w:val="007839B0"/>
    <w:rsid w:val="00783A0B"/>
    <w:rsid w:val="00787E08"/>
    <w:rsid w:val="00792543"/>
    <w:rsid w:val="00794F97"/>
    <w:rsid w:val="007A2125"/>
    <w:rsid w:val="007A2832"/>
    <w:rsid w:val="007A2E49"/>
    <w:rsid w:val="007B0BFE"/>
    <w:rsid w:val="007B3AEB"/>
    <w:rsid w:val="007B4324"/>
    <w:rsid w:val="007B6742"/>
    <w:rsid w:val="007B67FC"/>
    <w:rsid w:val="007B7975"/>
    <w:rsid w:val="007C58FB"/>
    <w:rsid w:val="007D2242"/>
    <w:rsid w:val="007D446E"/>
    <w:rsid w:val="007E2160"/>
    <w:rsid w:val="007E37FD"/>
    <w:rsid w:val="007E5AC2"/>
    <w:rsid w:val="007F09DF"/>
    <w:rsid w:val="007F1421"/>
    <w:rsid w:val="007F1F93"/>
    <w:rsid w:val="00802A3C"/>
    <w:rsid w:val="008053E9"/>
    <w:rsid w:val="00805FAB"/>
    <w:rsid w:val="008102BB"/>
    <w:rsid w:val="008158FC"/>
    <w:rsid w:val="0081708A"/>
    <w:rsid w:val="0082388F"/>
    <w:rsid w:val="0083543D"/>
    <w:rsid w:val="00836A7B"/>
    <w:rsid w:val="00837A11"/>
    <w:rsid w:val="00840312"/>
    <w:rsid w:val="00840864"/>
    <w:rsid w:val="00840CB3"/>
    <w:rsid w:val="008412F6"/>
    <w:rsid w:val="008439CD"/>
    <w:rsid w:val="0084638A"/>
    <w:rsid w:val="00847373"/>
    <w:rsid w:val="00850090"/>
    <w:rsid w:val="0085316C"/>
    <w:rsid w:val="00855D4B"/>
    <w:rsid w:val="00860F8A"/>
    <w:rsid w:val="00863B57"/>
    <w:rsid w:val="008657CE"/>
    <w:rsid w:val="00866157"/>
    <w:rsid w:val="008672EB"/>
    <w:rsid w:val="00867D80"/>
    <w:rsid w:val="00872522"/>
    <w:rsid w:val="0087611D"/>
    <w:rsid w:val="0088288F"/>
    <w:rsid w:val="00883AA6"/>
    <w:rsid w:val="008862C9"/>
    <w:rsid w:val="008915DD"/>
    <w:rsid w:val="008937C3"/>
    <w:rsid w:val="00895F90"/>
    <w:rsid w:val="00896F08"/>
    <w:rsid w:val="008A2C5E"/>
    <w:rsid w:val="008A6B03"/>
    <w:rsid w:val="008B6802"/>
    <w:rsid w:val="008B6ABD"/>
    <w:rsid w:val="008C061E"/>
    <w:rsid w:val="008C48A0"/>
    <w:rsid w:val="008D210A"/>
    <w:rsid w:val="008D3C33"/>
    <w:rsid w:val="008D4702"/>
    <w:rsid w:val="008D618C"/>
    <w:rsid w:val="008D64CE"/>
    <w:rsid w:val="008D77A1"/>
    <w:rsid w:val="008E362E"/>
    <w:rsid w:val="008E7442"/>
    <w:rsid w:val="008F4A7B"/>
    <w:rsid w:val="008F5CE1"/>
    <w:rsid w:val="008F67A5"/>
    <w:rsid w:val="008F6A36"/>
    <w:rsid w:val="00907E3E"/>
    <w:rsid w:val="00915FCF"/>
    <w:rsid w:val="00916B18"/>
    <w:rsid w:val="00917547"/>
    <w:rsid w:val="0093239F"/>
    <w:rsid w:val="009335CF"/>
    <w:rsid w:val="00940D82"/>
    <w:rsid w:val="009434EE"/>
    <w:rsid w:val="009442A3"/>
    <w:rsid w:val="00944AD0"/>
    <w:rsid w:val="0094641D"/>
    <w:rsid w:val="00952D38"/>
    <w:rsid w:val="00961675"/>
    <w:rsid w:val="009740B5"/>
    <w:rsid w:val="00980596"/>
    <w:rsid w:val="009810BF"/>
    <w:rsid w:val="00981EB8"/>
    <w:rsid w:val="0098233D"/>
    <w:rsid w:val="00985376"/>
    <w:rsid w:val="00991641"/>
    <w:rsid w:val="00994081"/>
    <w:rsid w:val="00996B30"/>
    <w:rsid w:val="009A277F"/>
    <w:rsid w:val="009A39BE"/>
    <w:rsid w:val="009A72AD"/>
    <w:rsid w:val="009B0011"/>
    <w:rsid w:val="009B0EB8"/>
    <w:rsid w:val="009B2B28"/>
    <w:rsid w:val="009B35AB"/>
    <w:rsid w:val="009B39DD"/>
    <w:rsid w:val="009B405D"/>
    <w:rsid w:val="009B5355"/>
    <w:rsid w:val="009B5401"/>
    <w:rsid w:val="009B6BE7"/>
    <w:rsid w:val="009C1134"/>
    <w:rsid w:val="009C19A6"/>
    <w:rsid w:val="009C5775"/>
    <w:rsid w:val="009D0D81"/>
    <w:rsid w:val="009D33D7"/>
    <w:rsid w:val="009D4E8C"/>
    <w:rsid w:val="009D7A4B"/>
    <w:rsid w:val="009E1556"/>
    <w:rsid w:val="009E3B17"/>
    <w:rsid w:val="009E5BC1"/>
    <w:rsid w:val="009E6654"/>
    <w:rsid w:val="009E7750"/>
    <w:rsid w:val="009F5447"/>
    <w:rsid w:val="00A01164"/>
    <w:rsid w:val="00A01546"/>
    <w:rsid w:val="00A0246F"/>
    <w:rsid w:val="00A029B3"/>
    <w:rsid w:val="00A02B78"/>
    <w:rsid w:val="00A0498D"/>
    <w:rsid w:val="00A07102"/>
    <w:rsid w:val="00A12053"/>
    <w:rsid w:val="00A15095"/>
    <w:rsid w:val="00A251D4"/>
    <w:rsid w:val="00A27F41"/>
    <w:rsid w:val="00A3250A"/>
    <w:rsid w:val="00A35568"/>
    <w:rsid w:val="00A35EBD"/>
    <w:rsid w:val="00A37411"/>
    <w:rsid w:val="00A43E3C"/>
    <w:rsid w:val="00A502E3"/>
    <w:rsid w:val="00A5031B"/>
    <w:rsid w:val="00A52131"/>
    <w:rsid w:val="00A60D13"/>
    <w:rsid w:val="00A637FF"/>
    <w:rsid w:val="00A65A13"/>
    <w:rsid w:val="00A65FD0"/>
    <w:rsid w:val="00A66D6A"/>
    <w:rsid w:val="00A67C5B"/>
    <w:rsid w:val="00A7247D"/>
    <w:rsid w:val="00A741E3"/>
    <w:rsid w:val="00A74DF3"/>
    <w:rsid w:val="00A74ED6"/>
    <w:rsid w:val="00A752E4"/>
    <w:rsid w:val="00A822C5"/>
    <w:rsid w:val="00A838E2"/>
    <w:rsid w:val="00A84A0C"/>
    <w:rsid w:val="00A85D15"/>
    <w:rsid w:val="00A91368"/>
    <w:rsid w:val="00A92888"/>
    <w:rsid w:val="00A928AA"/>
    <w:rsid w:val="00A94B50"/>
    <w:rsid w:val="00A95C6A"/>
    <w:rsid w:val="00A95E7A"/>
    <w:rsid w:val="00A96DB2"/>
    <w:rsid w:val="00AA2172"/>
    <w:rsid w:val="00AA7417"/>
    <w:rsid w:val="00AB6AC4"/>
    <w:rsid w:val="00AB7523"/>
    <w:rsid w:val="00AB754D"/>
    <w:rsid w:val="00AC6355"/>
    <w:rsid w:val="00AD0977"/>
    <w:rsid w:val="00AD247A"/>
    <w:rsid w:val="00AD3FAB"/>
    <w:rsid w:val="00AD6B84"/>
    <w:rsid w:val="00AE01EA"/>
    <w:rsid w:val="00AE16BD"/>
    <w:rsid w:val="00AE369F"/>
    <w:rsid w:val="00AE4F6D"/>
    <w:rsid w:val="00AF00C7"/>
    <w:rsid w:val="00AF1123"/>
    <w:rsid w:val="00B03FBA"/>
    <w:rsid w:val="00B12554"/>
    <w:rsid w:val="00B14D3D"/>
    <w:rsid w:val="00B17548"/>
    <w:rsid w:val="00B17768"/>
    <w:rsid w:val="00B206C0"/>
    <w:rsid w:val="00B349D2"/>
    <w:rsid w:val="00B415B4"/>
    <w:rsid w:val="00B460CE"/>
    <w:rsid w:val="00B46581"/>
    <w:rsid w:val="00B5600A"/>
    <w:rsid w:val="00B56C03"/>
    <w:rsid w:val="00B638D3"/>
    <w:rsid w:val="00B63946"/>
    <w:rsid w:val="00B649AD"/>
    <w:rsid w:val="00B67F2D"/>
    <w:rsid w:val="00B70CFD"/>
    <w:rsid w:val="00B70FAF"/>
    <w:rsid w:val="00B719E2"/>
    <w:rsid w:val="00B7222F"/>
    <w:rsid w:val="00B73B36"/>
    <w:rsid w:val="00B7575A"/>
    <w:rsid w:val="00B84B09"/>
    <w:rsid w:val="00B86089"/>
    <w:rsid w:val="00B8760F"/>
    <w:rsid w:val="00B9455C"/>
    <w:rsid w:val="00B95A15"/>
    <w:rsid w:val="00B97E45"/>
    <w:rsid w:val="00BA2092"/>
    <w:rsid w:val="00BA4ADF"/>
    <w:rsid w:val="00BA532E"/>
    <w:rsid w:val="00BA6446"/>
    <w:rsid w:val="00BB3133"/>
    <w:rsid w:val="00BB3555"/>
    <w:rsid w:val="00BB4B1F"/>
    <w:rsid w:val="00BB77E9"/>
    <w:rsid w:val="00BB7BAE"/>
    <w:rsid w:val="00BC15C4"/>
    <w:rsid w:val="00BC272B"/>
    <w:rsid w:val="00BC29D5"/>
    <w:rsid w:val="00BC32DC"/>
    <w:rsid w:val="00BC34F2"/>
    <w:rsid w:val="00BC4A9A"/>
    <w:rsid w:val="00BC53BB"/>
    <w:rsid w:val="00BC7DA9"/>
    <w:rsid w:val="00BD1336"/>
    <w:rsid w:val="00BD392D"/>
    <w:rsid w:val="00BE2D3B"/>
    <w:rsid w:val="00BE38E8"/>
    <w:rsid w:val="00BE4454"/>
    <w:rsid w:val="00BE606B"/>
    <w:rsid w:val="00BF3FB9"/>
    <w:rsid w:val="00BF4BA8"/>
    <w:rsid w:val="00BF4C54"/>
    <w:rsid w:val="00BF7E11"/>
    <w:rsid w:val="00C02112"/>
    <w:rsid w:val="00C02230"/>
    <w:rsid w:val="00C044C3"/>
    <w:rsid w:val="00C078FF"/>
    <w:rsid w:val="00C162D3"/>
    <w:rsid w:val="00C17F9F"/>
    <w:rsid w:val="00C20CD5"/>
    <w:rsid w:val="00C2183D"/>
    <w:rsid w:val="00C2230F"/>
    <w:rsid w:val="00C231DB"/>
    <w:rsid w:val="00C24889"/>
    <w:rsid w:val="00C313DB"/>
    <w:rsid w:val="00C31835"/>
    <w:rsid w:val="00C32ABB"/>
    <w:rsid w:val="00C344DB"/>
    <w:rsid w:val="00C3582A"/>
    <w:rsid w:val="00C358CF"/>
    <w:rsid w:val="00C4547E"/>
    <w:rsid w:val="00C454E1"/>
    <w:rsid w:val="00C4563F"/>
    <w:rsid w:val="00C466C5"/>
    <w:rsid w:val="00C52513"/>
    <w:rsid w:val="00C55B39"/>
    <w:rsid w:val="00C569C9"/>
    <w:rsid w:val="00C601DB"/>
    <w:rsid w:val="00C634C6"/>
    <w:rsid w:val="00C64AF7"/>
    <w:rsid w:val="00C66F3E"/>
    <w:rsid w:val="00C73A2F"/>
    <w:rsid w:val="00C741BD"/>
    <w:rsid w:val="00C74662"/>
    <w:rsid w:val="00C74E7E"/>
    <w:rsid w:val="00C808FC"/>
    <w:rsid w:val="00C841B0"/>
    <w:rsid w:val="00C841EB"/>
    <w:rsid w:val="00C84CEC"/>
    <w:rsid w:val="00C90D7D"/>
    <w:rsid w:val="00C93D6D"/>
    <w:rsid w:val="00C950F5"/>
    <w:rsid w:val="00C95317"/>
    <w:rsid w:val="00C95802"/>
    <w:rsid w:val="00C96522"/>
    <w:rsid w:val="00CA03C0"/>
    <w:rsid w:val="00CA143A"/>
    <w:rsid w:val="00CA1D3D"/>
    <w:rsid w:val="00CA560E"/>
    <w:rsid w:val="00CB0831"/>
    <w:rsid w:val="00CB1A1A"/>
    <w:rsid w:val="00CB2982"/>
    <w:rsid w:val="00CB3604"/>
    <w:rsid w:val="00CB38A1"/>
    <w:rsid w:val="00CB4007"/>
    <w:rsid w:val="00CB65B3"/>
    <w:rsid w:val="00CC2941"/>
    <w:rsid w:val="00CC3532"/>
    <w:rsid w:val="00CC3F9A"/>
    <w:rsid w:val="00CC4D87"/>
    <w:rsid w:val="00CD0510"/>
    <w:rsid w:val="00CD3052"/>
    <w:rsid w:val="00CD3384"/>
    <w:rsid w:val="00CD3AA0"/>
    <w:rsid w:val="00CD407A"/>
    <w:rsid w:val="00CD62A9"/>
    <w:rsid w:val="00CD7868"/>
    <w:rsid w:val="00CE166C"/>
    <w:rsid w:val="00CE1DB4"/>
    <w:rsid w:val="00CE3CD9"/>
    <w:rsid w:val="00CE4686"/>
    <w:rsid w:val="00CE4EC7"/>
    <w:rsid w:val="00CE752A"/>
    <w:rsid w:val="00CE7DF6"/>
    <w:rsid w:val="00CF146A"/>
    <w:rsid w:val="00CF171F"/>
    <w:rsid w:val="00CF24A1"/>
    <w:rsid w:val="00CF285D"/>
    <w:rsid w:val="00CF72D3"/>
    <w:rsid w:val="00D004F6"/>
    <w:rsid w:val="00D01FF9"/>
    <w:rsid w:val="00D04B7E"/>
    <w:rsid w:val="00D11D82"/>
    <w:rsid w:val="00D16445"/>
    <w:rsid w:val="00D22268"/>
    <w:rsid w:val="00D22FBB"/>
    <w:rsid w:val="00D2397B"/>
    <w:rsid w:val="00D24B1B"/>
    <w:rsid w:val="00D27A39"/>
    <w:rsid w:val="00D27BD3"/>
    <w:rsid w:val="00D27D18"/>
    <w:rsid w:val="00D32BEC"/>
    <w:rsid w:val="00D33417"/>
    <w:rsid w:val="00D35499"/>
    <w:rsid w:val="00D376FE"/>
    <w:rsid w:val="00D37CA9"/>
    <w:rsid w:val="00D405E8"/>
    <w:rsid w:val="00D43443"/>
    <w:rsid w:val="00D50809"/>
    <w:rsid w:val="00D50AA9"/>
    <w:rsid w:val="00D51466"/>
    <w:rsid w:val="00D53FB6"/>
    <w:rsid w:val="00D54189"/>
    <w:rsid w:val="00D56118"/>
    <w:rsid w:val="00D57783"/>
    <w:rsid w:val="00D5796C"/>
    <w:rsid w:val="00D57A8C"/>
    <w:rsid w:val="00D62FDC"/>
    <w:rsid w:val="00D72DBF"/>
    <w:rsid w:val="00D74FA7"/>
    <w:rsid w:val="00D807C1"/>
    <w:rsid w:val="00D818B9"/>
    <w:rsid w:val="00D872C4"/>
    <w:rsid w:val="00DA1780"/>
    <w:rsid w:val="00DA31B0"/>
    <w:rsid w:val="00DA6BF2"/>
    <w:rsid w:val="00DB2929"/>
    <w:rsid w:val="00DB382F"/>
    <w:rsid w:val="00DB5B54"/>
    <w:rsid w:val="00DC36F6"/>
    <w:rsid w:val="00DC6AA6"/>
    <w:rsid w:val="00DD0158"/>
    <w:rsid w:val="00DD4931"/>
    <w:rsid w:val="00DD4B5F"/>
    <w:rsid w:val="00DE2BA5"/>
    <w:rsid w:val="00DE6E06"/>
    <w:rsid w:val="00DE70A3"/>
    <w:rsid w:val="00DE7207"/>
    <w:rsid w:val="00DE7B9D"/>
    <w:rsid w:val="00DF07FC"/>
    <w:rsid w:val="00DF0F4C"/>
    <w:rsid w:val="00DF33F7"/>
    <w:rsid w:val="00DF7F83"/>
    <w:rsid w:val="00E00B5A"/>
    <w:rsid w:val="00E02A2E"/>
    <w:rsid w:val="00E03F92"/>
    <w:rsid w:val="00E05657"/>
    <w:rsid w:val="00E107C9"/>
    <w:rsid w:val="00E1508E"/>
    <w:rsid w:val="00E20413"/>
    <w:rsid w:val="00E21DF8"/>
    <w:rsid w:val="00E220C6"/>
    <w:rsid w:val="00E227BE"/>
    <w:rsid w:val="00E23F32"/>
    <w:rsid w:val="00E25ECC"/>
    <w:rsid w:val="00E26640"/>
    <w:rsid w:val="00E310DE"/>
    <w:rsid w:val="00E3111D"/>
    <w:rsid w:val="00E41C63"/>
    <w:rsid w:val="00E43053"/>
    <w:rsid w:val="00E51148"/>
    <w:rsid w:val="00E52FB8"/>
    <w:rsid w:val="00E535A3"/>
    <w:rsid w:val="00E60CCC"/>
    <w:rsid w:val="00E626E4"/>
    <w:rsid w:val="00E65B76"/>
    <w:rsid w:val="00E70F95"/>
    <w:rsid w:val="00E7513D"/>
    <w:rsid w:val="00E8038A"/>
    <w:rsid w:val="00E82985"/>
    <w:rsid w:val="00E83D42"/>
    <w:rsid w:val="00E84E7F"/>
    <w:rsid w:val="00E86DF2"/>
    <w:rsid w:val="00E875E4"/>
    <w:rsid w:val="00E953D4"/>
    <w:rsid w:val="00E95EE9"/>
    <w:rsid w:val="00E97204"/>
    <w:rsid w:val="00E9795F"/>
    <w:rsid w:val="00EA0509"/>
    <w:rsid w:val="00EA20A1"/>
    <w:rsid w:val="00EA2BD3"/>
    <w:rsid w:val="00EA55E1"/>
    <w:rsid w:val="00EA56D9"/>
    <w:rsid w:val="00EB2E78"/>
    <w:rsid w:val="00EB3C68"/>
    <w:rsid w:val="00EC0BB4"/>
    <w:rsid w:val="00EC1B9C"/>
    <w:rsid w:val="00EC2042"/>
    <w:rsid w:val="00EC28FB"/>
    <w:rsid w:val="00EC2CAD"/>
    <w:rsid w:val="00EC4C58"/>
    <w:rsid w:val="00EC6EE4"/>
    <w:rsid w:val="00ED0305"/>
    <w:rsid w:val="00EE29CF"/>
    <w:rsid w:val="00EE641D"/>
    <w:rsid w:val="00EF0F68"/>
    <w:rsid w:val="00EF6349"/>
    <w:rsid w:val="00EF6F01"/>
    <w:rsid w:val="00EF744C"/>
    <w:rsid w:val="00EF7762"/>
    <w:rsid w:val="00F05855"/>
    <w:rsid w:val="00F0620B"/>
    <w:rsid w:val="00F072E0"/>
    <w:rsid w:val="00F10CD1"/>
    <w:rsid w:val="00F13C35"/>
    <w:rsid w:val="00F20634"/>
    <w:rsid w:val="00F21347"/>
    <w:rsid w:val="00F220E2"/>
    <w:rsid w:val="00F25557"/>
    <w:rsid w:val="00F30163"/>
    <w:rsid w:val="00F307EB"/>
    <w:rsid w:val="00F34034"/>
    <w:rsid w:val="00F342FA"/>
    <w:rsid w:val="00F354D6"/>
    <w:rsid w:val="00F36891"/>
    <w:rsid w:val="00F415A8"/>
    <w:rsid w:val="00F42F1F"/>
    <w:rsid w:val="00F50842"/>
    <w:rsid w:val="00F574B2"/>
    <w:rsid w:val="00F61095"/>
    <w:rsid w:val="00F621E9"/>
    <w:rsid w:val="00F65FBB"/>
    <w:rsid w:val="00F74EB1"/>
    <w:rsid w:val="00F76B62"/>
    <w:rsid w:val="00F840CF"/>
    <w:rsid w:val="00F85946"/>
    <w:rsid w:val="00F94F56"/>
    <w:rsid w:val="00F95DE5"/>
    <w:rsid w:val="00F96482"/>
    <w:rsid w:val="00FA0E26"/>
    <w:rsid w:val="00FA2816"/>
    <w:rsid w:val="00FA6DD7"/>
    <w:rsid w:val="00FB0967"/>
    <w:rsid w:val="00FB097C"/>
    <w:rsid w:val="00FB11EF"/>
    <w:rsid w:val="00FB5B92"/>
    <w:rsid w:val="00FB7947"/>
    <w:rsid w:val="00FC37BB"/>
    <w:rsid w:val="00FC3E43"/>
    <w:rsid w:val="00FC5F1E"/>
    <w:rsid w:val="00FD090D"/>
    <w:rsid w:val="00FD43AE"/>
    <w:rsid w:val="00FD6026"/>
    <w:rsid w:val="00FD65B3"/>
    <w:rsid w:val="00FD698D"/>
    <w:rsid w:val="00FE22B6"/>
    <w:rsid w:val="00FE2B94"/>
    <w:rsid w:val="00FE51C6"/>
    <w:rsid w:val="00FE52A6"/>
    <w:rsid w:val="00FF0360"/>
    <w:rsid w:val="00FF5080"/>
    <w:rsid w:val="00FF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39E22D"/>
  <w15:docId w15:val="{F13FE1EC-7C61-4AAE-B594-456BBF5D0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19" w:qFormat="1"/>
    <w:lsdException w:name="heading 1" w:locked="1" w:uiPriority="19"/>
    <w:lsdException w:name="heading 2" w:locked="1" w:uiPriority="19"/>
    <w:lsdException w:name="heading 3" w:locked="1" w:uiPriority="19"/>
    <w:lsdException w:name="heading 4" w:locked="1" w:uiPriority="19"/>
    <w:lsdException w:name="heading 5" w:locked="1" w:semiHidden="1" w:uiPriority="0" w:unhideWhenUsed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iPriority w:val="19"/>
    <w:qFormat/>
    <w:rsid w:val="006C5982"/>
    <w:pPr>
      <w:spacing w:after="200" w:line="360" w:lineRule="auto"/>
      <w:ind w:firstLine="397"/>
    </w:pPr>
    <w:rPr>
      <w:rFonts w:ascii="Arial" w:hAnsi="Arial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19"/>
    <w:rsid w:val="00F220E2"/>
    <w:pPr>
      <w:keepNext/>
      <w:spacing w:before="300" w:after="480"/>
      <w:ind w:firstLine="0"/>
      <w:outlineLvl w:val="0"/>
    </w:pPr>
    <w:rPr>
      <w:rFonts w:eastAsia="Times New Roman"/>
      <w:b/>
      <w:bCs/>
      <w:kern w:val="32"/>
      <w:sz w:val="40"/>
      <w:szCs w:val="32"/>
    </w:rPr>
  </w:style>
  <w:style w:type="paragraph" w:styleId="Nadpis2">
    <w:name w:val="heading 2"/>
    <w:basedOn w:val="Normln"/>
    <w:next w:val="Normln"/>
    <w:link w:val="Nadpis2Char"/>
    <w:uiPriority w:val="19"/>
    <w:rsid w:val="004D2803"/>
    <w:pPr>
      <w:keepNext/>
      <w:numPr>
        <w:ilvl w:val="1"/>
        <w:numId w:val="2"/>
      </w:numPr>
      <w:spacing w:before="300" w:after="60"/>
      <w:outlineLvl w:val="1"/>
    </w:pPr>
    <w:rPr>
      <w:b/>
      <w:color w:val="000081"/>
      <w:sz w:val="28"/>
    </w:rPr>
  </w:style>
  <w:style w:type="paragraph" w:styleId="Nadpis3">
    <w:name w:val="heading 3"/>
    <w:basedOn w:val="Normln"/>
    <w:next w:val="Normln"/>
    <w:link w:val="Nadpis3Char"/>
    <w:uiPriority w:val="19"/>
    <w:rsid w:val="004D2803"/>
    <w:pPr>
      <w:keepNext/>
      <w:numPr>
        <w:ilvl w:val="2"/>
        <w:numId w:val="2"/>
      </w:numPr>
      <w:spacing w:before="300" w:after="60"/>
      <w:outlineLvl w:val="2"/>
    </w:pPr>
    <w:rPr>
      <w:rFonts w:eastAsia="Times New Roman"/>
      <w:b/>
      <w:bCs/>
      <w:color w:val="000081"/>
      <w:sz w:val="24"/>
      <w:szCs w:val="26"/>
    </w:rPr>
  </w:style>
  <w:style w:type="paragraph" w:styleId="Nadpis4">
    <w:name w:val="heading 4"/>
    <w:basedOn w:val="Normln"/>
    <w:next w:val="Normln"/>
    <w:link w:val="Nadpis4Char"/>
    <w:uiPriority w:val="19"/>
    <w:unhideWhenUsed/>
    <w:rsid w:val="004D2803"/>
    <w:pPr>
      <w:keepNext/>
      <w:numPr>
        <w:ilvl w:val="3"/>
        <w:numId w:val="2"/>
      </w:numPr>
      <w:spacing w:before="300" w:after="60"/>
      <w:outlineLvl w:val="3"/>
    </w:pPr>
    <w:rPr>
      <w:rFonts w:eastAsia="Times New Roman"/>
      <w:bCs/>
      <w:color w:val="000081"/>
      <w:sz w:val="24"/>
      <w:szCs w:val="28"/>
    </w:rPr>
  </w:style>
  <w:style w:type="paragraph" w:styleId="Nadpis5">
    <w:name w:val="heading 5"/>
    <w:basedOn w:val="Normln"/>
    <w:next w:val="Normln"/>
    <w:link w:val="Nadpis5Char"/>
    <w:unhideWhenUsed/>
    <w:locked/>
    <w:rsid w:val="00F74EB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19"/>
    <w:locked/>
    <w:rsid w:val="00D74FA7"/>
    <w:rPr>
      <w:rFonts w:ascii="Arial" w:eastAsia="Times New Roman" w:hAnsi="Arial"/>
      <w:b/>
      <w:bCs/>
      <w:kern w:val="32"/>
      <w:sz w:val="40"/>
      <w:szCs w:val="32"/>
      <w:lang w:eastAsia="en-US"/>
    </w:rPr>
  </w:style>
  <w:style w:type="character" w:customStyle="1" w:styleId="Nadpis2Char">
    <w:name w:val="Nadpis 2 Char"/>
    <w:link w:val="Nadpis2"/>
    <w:uiPriority w:val="19"/>
    <w:locked/>
    <w:rsid w:val="004D2803"/>
    <w:rPr>
      <w:rFonts w:ascii="Arial" w:hAnsi="Arial"/>
      <w:b/>
      <w:color w:val="000081"/>
      <w:sz w:val="28"/>
      <w:szCs w:val="22"/>
      <w:lang w:eastAsia="en-US"/>
    </w:rPr>
  </w:style>
  <w:style w:type="character" w:customStyle="1" w:styleId="Nadpis3Char">
    <w:name w:val="Nadpis 3 Char"/>
    <w:link w:val="Nadpis3"/>
    <w:uiPriority w:val="19"/>
    <w:locked/>
    <w:rsid w:val="004D2803"/>
    <w:rPr>
      <w:rFonts w:ascii="Arial" w:eastAsia="Times New Roman" w:hAnsi="Arial"/>
      <w:b/>
      <w:bCs/>
      <w:color w:val="000081"/>
      <w:sz w:val="24"/>
      <w:szCs w:val="26"/>
      <w:lang w:eastAsia="en-US"/>
    </w:rPr>
  </w:style>
  <w:style w:type="character" w:customStyle="1" w:styleId="Nadpis4Char">
    <w:name w:val="Nadpis 4 Char"/>
    <w:link w:val="Nadpis4"/>
    <w:uiPriority w:val="19"/>
    <w:locked/>
    <w:rsid w:val="004D2803"/>
    <w:rPr>
      <w:rFonts w:ascii="Arial" w:eastAsia="Times New Roman" w:hAnsi="Arial"/>
      <w:bCs/>
      <w:color w:val="000081"/>
      <w:sz w:val="24"/>
      <w:szCs w:val="28"/>
      <w:lang w:eastAsia="en-US"/>
    </w:rPr>
  </w:style>
  <w:style w:type="paragraph" w:customStyle="1" w:styleId="popisek">
    <w:name w:val="popisek"/>
    <w:basedOn w:val="Normln"/>
    <w:uiPriority w:val="19"/>
    <w:qFormat/>
    <w:rsid w:val="00430C21"/>
    <w:pPr>
      <w:spacing w:before="120" w:after="20"/>
      <w:ind w:firstLine="0"/>
    </w:pPr>
    <w:rPr>
      <w:bCs/>
      <w:i/>
      <w:sz w:val="20"/>
      <w:szCs w:val="20"/>
    </w:rPr>
  </w:style>
  <w:style w:type="paragraph" w:customStyle="1" w:styleId="nadpisoddilu">
    <w:name w:val="nadpis_oddilu"/>
    <w:basedOn w:val="Normln"/>
    <w:next w:val="Normln"/>
    <w:uiPriority w:val="19"/>
    <w:qFormat/>
    <w:rsid w:val="00411210"/>
    <w:pPr>
      <w:keepNext/>
      <w:spacing w:before="720" w:after="240"/>
    </w:pPr>
    <w:rPr>
      <w:b/>
      <w:i/>
      <w:sz w:val="28"/>
    </w:rPr>
  </w:style>
  <w:style w:type="paragraph" w:customStyle="1" w:styleId="seznamodrazkycarka">
    <w:name w:val="seznam_odrazky_carka"/>
    <w:basedOn w:val="Normln"/>
    <w:uiPriority w:val="19"/>
    <w:qFormat/>
    <w:rsid w:val="00C95802"/>
    <w:pPr>
      <w:numPr>
        <w:numId w:val="19"/>
      </w:numPr>
      <w:spacing w:after="24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D28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4D2803"/>
    <w:rPr>
      <w:rFonts w:ascii="Tahoma" w:hAnsi="Tahoma" w:cs="Tahoma"/>
      <w:sz w:val="16"/>
      <w:szCs w:val="16"/>
      <w:lang w:eastAsia="en-US"/>
    </w:rPr>
  </w:style>
  <w:style w:type="paragraph" w:customStyle="1" w:styleId="pojmy">
    <w:name w:val="pojmy"/>
    <w:basedOn w:val="Normln"/>
    <w:uiPriority w:val="19"/>
    <w:qFormat/>
    <w:rsid w:val="000600D8"/>
    <w:pPr>
      <w:shd w:val="clear" w:color="auto" w:fill="F2F2F2"/>
      <w:spacing w:after="240"/>
      <w:ind w:left="1701" w:hanging="1701"/>
      <w:contextualSpacing/>
    </w:pPr>
  </w:style>
  <w:style w:type="paragraph" w:customStyle="1" w:styleId="syntax">
    <w:name w:val="syntax"/>
    <w:basedOn w:val="Normln"/>
    <w:uiPriority w:val="19"/>
    <w:qFormat/>
    <w:rsid w:val="000600D8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240" w:line="240" w:lineRule="auto"/>
      <w:ind w:left="57" w:right="57" w:firstLine="0"/>
      <w:contextualSpacing/>
    </w:pPr>
    <w:rPr>
      <w:bCs/>
    </w:rPr>
  </w:style>
  <w:style w:type="character" w:styleId="KdHTML">
    <w:name w:val="HTML Code"/>
    <w:uiPriority w:val="99"/>
    <w:semiHidden/>
    <w:unhideWhenUsed/>
    <w:rsid w:val="004D2803"/>
    <w:rPr>
      <w:rFonts w:ascii="Courier New" w:eastAsia="Times New Roman" w:hAnsi="Courier New" w:cs="Courier New" w:hint="default"/>
      <w:sz w:val="20"/>
      <w:szCs w:val="20"/>
    </w:rPr>
  </w:style>
  <w:style w:type="paragraph" w:styleId="FormtovanvHTML">
    <w:name w:val="HTML Preformatted"/>
    <w:basedOn w:val="Normln"/>
    <w:link w:val="FormtovanvHTMLChar"/>
    <w:uiPriority w:val="99"/>
    <w:semiHidden/>
    <w:rsid w:val="005530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0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link w:val="FormtovanvHTML"/>
    <w:uiPriority w:val="99"/>
    <w:semiHidden/>
    <w:locked/>
    <w:rsid w:val="00553086"/>
    <w:rPr>
      <w:rFonts w:ascii="Courier New" w:hAnsi="Courier New" w:cs="Courier New"/>
      <w:sz w:val="20"/>
      <w:szCs w:val="20"/>
      <w:lang w:eastAsia="cs-CZ"/>
    </w:rPr>
  </w:style>
  <w:style w:type="character" w:styleId="Hypertextovodkaz">
    <w:name w:val="Hyperlink"/>
    <w:uiPriority w:val="99"/>
    <w:unhideWhenUsed/>
    <w:rsid w:val="004D2803"/>
    <w:rPr>
      <w:color w:val="0000FF"/>
      <w:u w:val="single"/>
    </w:rPr>
  </w:style>
  <w:style w:type="character" w:styleId="UkzkaHTML">
    <w:name w:val="HTML Sample"/>
    <w:uiPriority w:val="99"/>
    <w:semiHidden/>
    <w:rsid w:val="00553086"/>
    <w:rPr>
      <w:rFonts w:ascii="Courier New" w:hAnsi="Courier New" w:cs="Courier New"/>
    </w:rPr>
  </w:style>
  <w:style w:type="numbering" w:customStyle="1" w:styleId="seznamodrazkycarkaS">
    <w:name w:val="seznam_odrazky_carka_S"/>
    <w:uiPriority w:val="99"/>
    <w:rsid w:val="00836A7B"/>
    <w:pPr>
      <w:numPr>
        <w:numId w:val="1"/>
      </w:numPr>
    </w:pPr>
  </w:style>
  <w:style w:type="table" w:styleId="Mkatabulky">
    <w:name w:val="Table Grid"/>
    <w:basedOn w:val="Normlntabulka"/>
    <w:locked/>
    <w:rsid w:val="008B68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riklad">
    <w:name w:val="priklad"/>
    <w:basedOn w:val="Normlntabulka"/>
    <w:uiPriority w:val="99"/>
    <w:rsid w:val="000012D1"/>
    <w:rPr>
      <w:rFonts w:ascii="Arial" w:hAnsi="Arial"/>
    </w:rPr>
    <w:tblPr>
      <w:tblBorders>
        <w:left w:val="single" w:sz="4" w:space="0" w:color="auto"/>
      </w:tblBorders>
      <w:tblCellMar>
        <w:left w:w="170" w:type="dxa"/>
      </w:tblCellMar>
    </w:tblPr>
  </w:style>
  <w:style w:type="paragraph" w:customStyle="1" w:styleId="nadpisprikladu">
    <w:name w:val="nadpis_prikladu"/>
    <w:basedOn w:val="Normln"/>
    <w:uiPriority w:val="19"/>
    <w:qFormat/>
    <w:rsid w:val="002E13F5"/>
    <w:pPr>
      <w:keepNext/>
      <w:spacing w:before="200"/>
    </w:pPr>
    <w:rPr>
      <w:i/>
    </w:rPr>
  </w:style>
  <w:style w:type="character" w:customStyle="1" w:styleId="texttucny">
    <w:name w:val="text_tucny"/>
    <w:basedOn w:val="Standardnpsmoodstavce"/>
    <w:uiPriority w:val="1"/>
    <w:qFormat/>
    <w:rsid w:val="009E6654"/>
    <w:rPr>
      <w:rFonts w:ascii="Arial" w:hAnsi="Arial"/>
      <w:b/>
    </w:rPr>
  </w:style>
  <w:style w:type="character" w:customStyle="1" w:styleId="texttucnyAJ">
    <w:name w:val="text_tucny_AJ"/>
    <w:basedOn w:val="texttucny"/>
    <w:uiPriority w:val="1"/>
    <w:qFormat/>
    <w:rsid w:val="009E6654"/>
    <w:rPr>
      <w:rFonts w:ascii="Arial" w:hAnsi="Arial"/>
      <w:b/>
      <w:lang w:val="en-US"/>
    </w:rPr>
  </w:style>
  <w:style w:type="character" w:customStyle="1" w:styleId="textkurziva">
    <w:name w:val="text_kurziva"/>
    <w:basedOn w:val="Standardnpsmoodstavce"/>
    <w:uiPriority w:val="1"/>
    <w:qFormat/>
    <w:rsid w:val="009E6654"/>
    <w:rPr>
      <w:rFonts w:ascii="Arial" w:hAnsi="Arial"/>
      <w:i/>
    </w:rPr>
  </w:style>
  <w:style w:type="character" w:customStyle="1" w:styleId="texttucnykurziva">
    <w:name w:val="text_tucny_kurziva"/>
    <w:basedOn w:val="Standardnpsmoodstavce"/>
    <w:uiPriority w:val="1"/>
    <w:qFormat/>
    <w:rsid w:val="009E6654"/>
    <w:rPr>
      <w:rFonts w:ascii="Arial" w:hAnsi="Arial"/>
      <w:b/>
      <w:i/>
    </w:rPr>
  </w:style>
  <w:style w:type="numbering" w:customStyle="1" w:styleId="seznampsmenavelkaS">
    <w:name w:val="seznam_psmena_velka_S"/>
    <w:uiPriority w:val="99"/>
    <w:rsid w:val="00EA55E1"/>
    <w:pPr>
      <w:numPr>
        <w:numId w:val="9"/>
      </w:numPr>
    </w:pPr>
  </w:style>
  <w:style w:type="paragraph" w:customStyle="1" w:styleId="seznampismenavelka">
    <w:name w:val="seznam_pismena_velka"/>
    <w:basedOn w:val="Normln"/>
    <w:uiPriority w:val="19"/>
    <w:qFormat/>
    <w:rsid w:val="00EA55E1"/>
    <w:pPr>
      <w:numPr>
        <w:numId w:val="9"/>
      </w:numPr>
      <w:spacing w:after="240"/>
      <w:contextualSpacing/>
    </w:pPr>
  </w:style>
  <w:style w:type="paragraph" w:customStyle="1" w:styleId="tip">
    <w:name w:val="tip"/>
    <w:basedOn w:val="Normln"/>
    <w:uiPriority w:val="19"/>
    <w:qFormat/>
    <w:rsid w:val="007D446E"/>
    <w:pPr>
      <w:ind w:firstLine="0"/>
    </w:pPr>
    <w:rPr>
      <w:b/>
    </w:rPr>
  </w:style>
  <w:style w:type="character" w:customStyle="1" w:styleId="texttucnykurzivaAJ">
    <w:name w:val="text_tucny_kurziva_AJ"/>
    <w:basedOn w:val="texttucnykurziva"/>
    <w:uiPriority w:val="1"/>
    <w:qFormat/>
    <w:rsid w:val="009E6654"/>
    <w:rPr>
      <w:rFonts w:ascii="Arial" w:hAnsi="Arial"/>
      <w:b/>
      <w:i/>
      <w:lang w:val="en-US"/>
    </w:rPr>
  </w:style>
  <w:style w:type="character" w:customStyle="1" w:styleId="textkurzivaAJ">
    <w:name w:val="text_kurziva_AJ"/>
    <w:basedOn w:val="textkurziva"/>
    <w:uiPriority w:val="1"/>
    <w:qFormat/>
    <w:rsid w:val="009E6654"/>
    <w:rPr>
      <w:rFonts w:ascii="Arial" w:hAnsi="Arial"/>
      <w:i/>
      <w:lang w:val="en-US"/>
    </w:rPr>
  </w:style>
  <w:style w:type="paragraph" w:styleId="Zhlav">
    <w:name w:val="header"/>
    <w:basedOn w:val="Normln"/>
    <w:link w:val="ZhlavChar"/>
    <w:uiPriority w:val="99"/>
    <w:unhideWhenUsed/>
    <w:rsid w:val="000E61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E61E5"/>
    <w:rPr>
      <w:rFonts w:ascii="Arial" w:hAnsi="Arial"/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0E61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E61E5"/>
    <w:rPr>
      <w:rFonts w:ascii="Arial" w:hAnsi="Arial"/>
      <w:sz w:val="22"/>
      <w:szCs w:val="22"/>
      <w:lang w:eastAsia="en-US"/>
    </w:rPr>
  </w:style>
  <w:style w:type="paragraph" w:customStyle="1" w:styleId="seznamcislovani">
    <w:name w:val="seznam_cislovani"/>
    <w:basedOn w:val="Normln"/>
    <w:uiPriority w:val="19"/>
    <w:qFormat/>
    <w:rsid w:val="00836A7B"/>
    <w:pPr>
      <w:numPr>
        <w:numId w:val="28"/>
      </w:numPr>
      <w:spacing w:after="240"/>
      <w:contextualSpacing/>
    </w:pPr>
  </w:style>
  <w:style w:type="numbering" w:customStyle="1" w:styleId="seznamcislovaniS">
    <w:name w:val="seznam_cislovani_S"/>
    <w:uiPriority w:val="99"/>
    <w:rsid w:val="00836A7B"/>
    <w:pPr>
      <w:numPr>
        <w:numId w:val="6"/>
      </w:numPr>
    </w:pPr>
  </w:style>
  <w:style w:type="paragraph" w:customStyle="1" w:styleId="seznamodrazkytecka">
    <w:name w:val="seznam_odrazky_tecka"/>
    <w:basedOn w:val="Normln"/>
    <w:uiPriority w:val="19"/>
    <w:qFormat/>
    <w:rsid w:val="00836A7B"/>
    <w:pPr>
      <w:numPr>
        <w:numId w:val="25"/>
      </w:numPr>
      <w:spacing w:after="240"/>
      <w:contextualSpacing/>
    </w:pPr>
  </w:style>
  <w:style w:type="numbering" w:customStyle="1" w:styleId="seznamodrazkyteckaS">
    <w:name w:val="seznam_odrazky_tecka_S"/>
    <w:uiPriority w:val="99"/>
    <w:rsid w:val="00836A7B"/>
    <w:pPr>
      <w:numPr>
        <w:numId w:val="8"/>
      </w:numPr>
    </w:pPr>
  </w:style>
  <w:style w:type="paragraph" w:customStyle="1" w:styleId="seznampismenamala">
    <w:name w:val="seznam_pismena_mala"/>
    <w:basedOn w:val="Normln"/>
    <w:uiPriority w:val="19"/>
    <w:qFormat/>
    <w:rsid w:val="00836A7B"/>
    <w:pPr>
      <w:numPr>
        <w:numId w:val="17"/>
      </w:numPr>
      <w:spacing w:after="240"/>
      <w:contextualSpacing/>
    </w:pPr>
  </w:style>
  <w:style w:type="numbering" w:customStyle="1" w:styleId="seznampismenamalaS">
    <w:name w:val="seznam_pismena_mala_S"/>
    <w:uiPriority w:val="99"/>
    <w:rsid w:val="00836A7B"/>
    <w:pPr>
      <w:numPr>
        <w:numId w:val="10"/>
      </w:numPr>
    </w:pPr>
  </w:style>
  <w:style w:type="paragraph" w:customStyle="1" w:styleId="seznampismenaodrazky">
    <w:name w:val="seznam_pismena_odrazky"/>
    <w:basedOn w:val="Normln"/>
    <w:uiPriority w:val="19"/>
    <w:qFormat/>
    <w:rsid w:val="00836A7B"/>
    <w:pPr>
      <w:numPr>
        <w:numId w:val="24"/>
      </w:numPr>
      <w:spacing w:after="240"/>
      <w:contextualSpacing/>
    </w:pPr>
  </w:style>
  <w:style w:type="numbering" w:customStyle="1" w:styleId="seznampismenaodrazkyS">
    <w:name w:val="seznam_pismena_odrazky_S"/>
    <w:uiPriority w:val="99"/>
    <w:rsid w:val="00836A7B"/>
    <w:pPr>
      <w:numPr>
        <w:numId w:val="22"/>
      </w:numPr>
    </w:pPr>
  </w:style>
  <w:style w:type="paragraph" w:customStyle="1" w:styleId="tabule">
    <w:name w:val="tabule"/>
    <w:basedOn w:val="Normln"/>
    <w:rsid w:val="00055FAE"/>
    <w:pPr>
      <w:spacing w:before="120" w:after="0"/>
      <w:ind w:firstLine="0"/>
    </w:pPr>
    <w:rPr>
      <w:rFonts w:eastAsia="Times New Roman"/>
      <w:b/>
      <w:bCs/>
      <w:sz w:val="24"/>
      <w:szCs w:val="20"/>
    </w:rPr>
  </w:style>
  <w:style w:type="paragraph" w:customStyle="1" w:styleId="tabulka">
    <w:name w:val="tabulka"/>
    <w:basedOn w:val="Normln"/>
    <w:rsid w:val="00847373"/>
    <w:pPr>
      <w:spacing w:after="0" w:line="240" w:lineRule="exact"/>
      <w:ind w:firstLine="0"/>
      <w:contextualSpacing/>
    </w:pPr>
    <w:rPr>
      <w:rFonts w:eastAsia="Times New Roman"/>
      <w:szCs w:val="20"/>
    </w:rPr>
  </w:style>
  <w:style w:type="character" w:customStyle="1" w:styleId="textsymbol">
    <w:name w:val="text_symbol"/>
    <w:basedOn w:val="Standardnpsmoodstavce"/>
    <w:uiPriority w:val="1"/>
    <w:qFormat/>
    <w:rsid w:val="009E6654"/>
    <w:rPr>
      <w:rFonts w:ascii="Symbol" w:hAnsi="Symbol"/>
    </w:rPr>
  </w:style>
  <w:style w:type="paragraph" w:customStyle="1" w:styleId="nadpissekce">
    <w:name w:val="nadpis_sekce"/>
    <w:basedOn w:val="Normln"/>
    <w:uiPriority w:val="19"/>
    <w:qFormat/>
    <w:rsid w:val="002F5CAB"/>
    <w:pPr>
      <w:keepNext/>
      <w:spacing w:after="120"/>
      <w:ind w:firstLine="0"/>
    </w:pPr>
    <w:rPr>
      <w:b/>
      <w:i/>
      <w:sz w:val="24"/>
    </w:rPr>
  </w:style>
  <w:style w:type="character" w:customStyle="1" w:styleId="texttucny12">
    <w:name w:val="text_tucny_12"/>
    <w:basedOn w:val="texttucny"/>
    <w:uiPriority w:val="1"/>
    <w:qFormat/>
    <w:rsid w:val="002E13F5"/>
    <w:rPr>
      <w:rFonts w:ascii="Arial" w:hAnsi="Arial"/>
      <w:b/>
      <w:sz w:val="24"/>
    </w:rPr>
  </w:style>
  <w:style w:type="character" w:customStyle="1" w:styleId="texttucny12AJ">
    <w:name w:val="text_tucny_12_AJ"/>
    <w:basedOn w:val="texttucny12"/>
    <w:uiPriority w:val="1"/>
    <w:qFormat/>
    <w:rsid w:val="002E13F5"/>
    <w:rPr>
      <w:rFonts w:ascii="Arial" w:hAnsi="Arial"/>
      <w:b/>
      <w:sz w:val="24"/>
      <w:lang w:val="en-US"/>
    </w:rPr>
  </w:style>
  <w:style w:type="character" w:customStyle="1" w:styleId="textAJ">
    <w:name w:val="text_AJ"/>
    <w:basedOn w:val="Standardnpsmoodstavce"/>
    <w:uiPriority w:val="1"/>
    <w:qFormat/>
    <w:rsid w:val="00E23F32"/>
    <w:rPr>
      <w:lang w:val="en-US"/>
    </w:rPr>
  </w:style>
  <w:style w:type="paragraph" w:customStyle="1" w:styleId="seznamcislovaniodrazky">
    <w:name w:val="seznam_cislovani_odrazky"/>
    <w:basedOn w:val="Normln"/>
    <w:uiPriority w:val="19"/>
    <w:qFormat/>
    <w:rsid w:val="00836A7B"/>
    <w:pPr>
      <w:numPr>
        <w:numId w:val="31"/>
      </w:numPr>
      <w:spacing w:after="240"/>
      <w:contextualSpacing/>
    </w:pPr>
  </w:style>
  <w:style w:type="numbering" w:customStyle="1" w:styleId="seznamcislovaniodrazkyS">
    <w:name w:val="seznam_cislovani_odrazky_S"/>
    <w:uiPriority w:val="99"/>
    <w:rsid w:val="00836A7B"/>
    <w:pPr>
      <w:numPr>
        <w:numId w:val="30"/>
      </w:numPr>
    </w:pPr>
  </w:style>
  <w:style w:type="paragraph" w:customStyle="1" w:styleId="tabulkam">
    <w:name w:val="tabulka_m"/>
    <w:basedOn w:val="Normln"/>
    <w:uiPriority w:val="19"/>
    <w:rsid w:val="006B6598"/>
    <w:pPr>
      <w:spacing w:after="0" w:line="240" w:lineRule="exact"/>
      <w:ind w:firstLine="0"/>
      <w:contextualSpacing/>
    </w:pPr>
    <w:rPr>
      <w:sz w:val="20"/>
    </w:rPr>
  </w:style>
  <w:style w:type="character" w:customStyle="1" w:styleId="Nadpis5Char">
    <w:name w:val="Nadpis 5 Char"/>
    <w:basedOn w:val="Standardnpsmoodstavce"/>
    <w:link w:val="Nadpis5"/>
    <w:rsid w:val="00F74EB1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character" w:styleId="Nevyeenzmnka">
    <w:name w:val="Unresolved Mention"/>
    <w:basedOn w:val="Standardnpsmoodstavce"/>
    <w:uiPriority w:val="99"/>
    <w:semiHidden/>
    <w:unhideWhenUsed/>
    <w:rsid w:val="00CB2982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CB2982"/>
    <w:rPr>
      <w:color w:val="800080" w:themeColor="followedHyperlink"/>
      <w:u w:val="single"/>
    </w:rPr>
  </w:style>
  <w:style w:type="paragraph" w:styleId="Odstavecseseznamem">
    <w:name w:val="List Paragraph"/>
    <w:basedOn w:val="Normln"/>
    <w:uiPriority w:val="34"/>
    <w:qFormat/>
    <w:rsid w:val="00BA532E"/>
    <w:pPr>
      <w:spacing w:after="160"/>
      <w:ind w:left="720" w:firstLine="0"/>
      <w:contextualSpacing/>
    </w:pPr>
    <w:rPr>
      <w:rFonts w:asciiTheme="minorHAnsi" w:eastAsiaTheme="minorHAnsi" w:hAnsiTheme="minorHAnsi" w:cstheme="minorBid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030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3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33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5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acreacr.sharepoint.com/:f:/s/Download/EtScfk8viWZPujMEr_dFnvwBsGQTbK2AmLzAgaL7tOnIgQ?e=vMYUV7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ndrej.brom\AppData\Roaming\Microsoft\&#352;ablony\knih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1f354f2-db32-487f-8d0d-bbffabe2daa9" xsi:nil="true"/>
    <lcf76f155ced4ddcb4097134ff3c332f xmlns="f551f304-35f1-4822-bd5a-86468bd4639c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180342E5E45A49BAE3ED635830AA46" ma:contentTypeVersion="18" ma:contentTypeDescription="Create a new document." ma:contentTypeScope="" ma:versionID="c638d1efd54907fa422f46a7e0956e05">
  <xsd:schema xmlns:xsd="http://www.w3.org/2001/XMLSchema" xmlns:xs="http://www.w3.org/2001/XMLSchema" xmlns:p="http://schemas.microsoft.com/office/2006/metadata/properties" xmlns:ns2="f551f304-35f1-4822-bd5a-86468bd4639c" xmlns:ns3="c1f354f2-db32-487f-8d0d-bbffabe2daa9" targetNamespace="http://schemas.microsoft.com/office/2006/metadata/properties" ma:root="true" ma:fieldsID="8fda89d876c02062fdaeff535018fc7d" ns2:_="" ns3:_="">
    <xsd:import namespace="f551f304-35f1-4822-bd5a-86468bd4639c"/>
    <xsd:import namespace="c1f354f2-db32-487f-8d0d-bbffabe2d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51f304-35f1-4822-bd5a-86468bd463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0715ead6-af98-4a11-8a19-32ca7283ed6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f354f2-db32-487f-8d0d-bbffabe2daa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38833ad-1fb9-44b8-9764-2ee1e97d0f46}" ma:internalName="TaxCatchAll" ma:showField="CatchAllData" ma:web="c1f354f2-db32-487f-8d0d-bbffabe2da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DA728DE-91B4-4C22-A65D-D81B2CDFC320}">
  <ds:schemaRefs>
    <ds:schemaRef ds:uri="http://schemas.microsoft.com/office/2006/metadata/properties"/>
    <ds:schemaRef ds:uri="http://schemas.microsoft.com/office/infopath/2007/PartnerControls"/>
    <ds:schemaRef ds:uri="c1f354f2-db32-487f-8d0d-bbffabe2daa9"/>
    <ds:schemaRef ds:uri="f551f304-35f1-4822-bd5a-86468bd4639c"/>
  </ds:schemaRefs>
</ds:datastoreItem>
</file>

<file path=customXml/itemProps2.xml><?xml version="1.0" encoding="utf-8"?>
<ds:datastoreItem xmlns:ds="http://schemas.openxmlformats.org/officeDocument/2006/customXml" ds:itemID="{2DBBEACE-EF42-4094-A305-6EFA2C09022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9142D8C-1512-46E1-A64B-D24C9A690B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05B31F1-E1ED-484A-BFFA-5FC6C77BFB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551f304-35f1-4822-bd5a-86468bd4639c"/>
    <ds:schemaRef ds:uri="c1f354f2-db32-487f-8d0d-bbffabe2da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kniha</Template>
  <TotalTime>1</TotalTime>
  <Pages>2</Pages>
  <Words>206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ACREA CR</Company>
  <LinksUpToDate>false</LinksUpToDate>
  <CharactersWithSpaces>1422</CharactersWithSpaces>
  <SharedDoc>false</SharedDoc>
  <HLinks>
    <vt:vector size="6" baseType="variant">
      <vt:variant>
        <vt:i4>6750289</vt:i4>
      </vt:variant>
      <vt:variant>
        <vt:i4>0</vt:i4>
      </vt:variant>
      <vt:variant>
        <vt:i4>0</vt:i4>
      </vt:variant>
      <vt:variant>
        <vt:i4>5</vt:i4>
      </vt:variant>
      <vt:variant>
        <vt:lpwstr>https://acreacr.sharepoint.com/:f:/s/Download/EtScfk8viWZPujMEr_dFnvwBsGQTbK2AmLzAgaL7tOnIgQ?e=vMYUV7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Brom Ondřej</dc:creator>
  <cp:keywords/>
  <cp:lastModifiedBy>Cábová Kateřina</cp:lastModifiedBy>
  <cp:revision>2</cp:revision>
  <dcterms:created xsi:type="dcterms:W3CDTF">2024-01-24T07:27:00Z</dcterms:created>
  <dcterms:modified xsi:type="dcterms:W3CDTF">2024-01-24T07:27:00Z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0x010100D5180342E5E45A49BAE3ED635830AA46</vt:lpwstr>
  </property>
  <property fmtid="{D5CDD505-2E9C-101B-9397-08002B2CF9AE}" pid="3" name="MediaServiceImageTags">
    <vt:lpwstr/>
  </property>
</Properties>
</file>